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75E74" w14:textId="383B1E29" w:rsidR="0099127C" w:rsidRPr="0099127C" w:rsidRDefault="00980070" w:rsidP="005A67BA">
      <w:pPr>
        <w:pStyle w:val="Alcm-Nv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15775" behindDoc="0" locked="0" layoutInCell="1" allowOverlap="1" wp14:anchorId="4EA7FBE0" wp14:editId="37B43727">
                <wp:simplePos x="0" y="0"/>
                <wp:positionH relativeFrom="column">
                  <wp:posOffset>1066800</wp:posOffset>
                </wp:positionH>
                <wp:positionV relativeFrom="page">
                  <wp:posOffset>774700</wp:posOffset>
                </wp:positionV>
                <wp:extent cx="3938270" cy="520700"/>
                <wp:effectExtent l="0" t="0" r="0" b="0"/>
                <wp:wrapNone/>
                <wp:docPr id="4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8270" cy="520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1E6EF8" w14:textId="77777777" w:rsidR="00980070" w:rsidRPr="00980070" w:rsidRDefault="00980070" w:rsidP="00980070">
                            <w:pPr>
                              <w:spacing w:after="0"/>
                              <w:jc w:val="center"/>
                              <w:rPr>
                                <w:i/>
                                <w:color w:val="595959" w:themeColor="text1" w:themeTint="A6"/>
                                <w:lang w:val="en-US"/>
                              </w:rPr>
                            </w:pPr>
                            <w:bookmarkStart w:id="0" w:name="page1"/>
                            <w:bookmarkEnd w:id="0"/>
                            <w:r w:rsidRPr="00980070">
                              <w:rPr>
                                <w:i/>
                                <w:color w:val="595959" w:themeColor="text1" w:themeTint="A6"/>
                                <w:lang w:val="en-US"/>
                              </w:rPr>
                              <w:t>“Continuously developing people and improving processes</w:t>
                            </w:r>
                          </w:p>
                          <w:p w14:paraId="69940312" w14:textId="77777777" w:rsidR="00980070" w:rsidRPr="00980070" w:rsidRDefault="00980070" w:rsidP="00980070">
                            <w:pPr>
                              <w:spacing w:after="0"/>
                              <w:jc w:val="center"/>
                              <w:rPr>
                                <w:i/>
                                <w:color w:val="595959" w:themeColor="text1" w:themeTint="A6"/>
                                <w:lang w:val="en-US"/>
                              </w:rPr>
                            </w:pPr>
                            <w:r w:rsidRPr="00980070">
                              <w:rPr>
                                <w:i/>
                                <w:color w:val="595959" w:themeColor="text1" w:themeTint="A6"/>
                                <w:lang w:val="en-US"/>
                              </w:rPr>
                              <w:t>to create value and prosperity using the least possible resources”</w:t>
                            </w:r>
                          </w:p>
                          <w:p w14:paraId="13391B77" w14:textId="2E6A9D39" w:rsidR="00980070" w:rsidRPr="00980070" w:rsidRDefault="00980070" w:rsidP="00980070">
                            <w:pPr>
                              <w:pStyle w:val="Cm-Pozci"/>
                              <w:spacing w:after="0"/>
                              <w:rPr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A7FBE0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84pt;margin-top:61pt;width:310.1pt;height:41pt;z-index:2519157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" filled="f" stroked="f" strokeweight=".5pt">
                <v:textbox>
                  <w:txbxContent>
                    <w:p w14:paraId="4B1E6EF8" w14:textId="77777777" w:rsidR="00980070" w:rsidRPr="00980070" w:rsidRDefault="00980070" w:rsidP="00980070">
                      <w:pPr>
                        <w:spacing w:after="0"/>
                        <w:jc w:val="center"/>
                        <w:rPr>
                          <w:i/>
                          <w:color w:val="595959" w:themeColor="text1" w:themeTint="A6"/>
                          <w:lang w:val="en-US"/>
                        </w:rPr>
                      </w:pPr>
                      <w:bookmarkStart w:id="1" w:name="page1"/>
                      <w:bookmarkEnd w:id="1"/>
                      <w:r w:rsidRPr="00980070">
                        <w:rPr>
                          <w:i/>
                          <w:color w:val="595959" w:themeColor="text1" w:themeTint="A6"/>
                          <w:lang w:val="en-US"/>
                        </w:rPr>
                        <w:t>“Continuously developing people and improving processes</w:t>
                      </w:r>
                    </w:p>
                    <w:p w14:paraId="69940312" w14:textId="77777777" w:rsidR="00980070" w:rsidRPr="00980070" w:rsidRDefault="00980070" w:rsidP="00980070">
                      <w:pPr>
                        <w:spacing w:after="0"/>
                        <w:jc w:val="center"/>
                        <w:rPr>
                          <w:i/>
                          <w:color w:val="595959" w:themeColor="text1" w:themeTint="A6"/>
                          <w:lang w:val="en-US"/>
                        </w:rPr>
                      </w:pPr>
                      <w:r w:rsidRPr="00980070">
                        <w:rPr>
                          <w:i/>
                          <w:color w:val="595959" w:themeColor="text1" w:themeTint="A6"/>
                          <w:lang w:val="en-US"/>
                        </w:rPr>
                        <w:t>to create value and prosperity using the least possible resources”</w:t>
                      </w:r>
                    </w:p>
                    <w:p w14:paraId="13391B77" w14:textId="2E6A9D39" w:rsidR="00980070" w:rsidRPr="00980070" w:rsidRDefault="00980070" w:rsidP="00980070">
                      <w:pPr>
                        <w:pStyle w:val="Cm-Pozci"/>
                        <w:spacing w:after="0"/>
                        <w:rPr>
                          <w:color w:val="595959" w:themeColor="text1" w:themeTint="A6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1F03A64" w14:textId="65C10073" w:rsidR="0099127C" w:rsidRDefault="0099127C" w:rsidP="005A67BA">
      <w:pPr>
        <w:pStyle w:val="Alcm-Nv"/>
        <w:jc w:val="left"/>
      </w:pPr>
    </w:p>
    <w:p w14:paraId="38C5F4F0" w14:textId="1948DF5A" w:rsidR="0099127C" w:rsidRPr="0099127C" w:rsidRDefault="00980070" w:rsidP="005A67BA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079" behindDoc="0" locked="0" layoutInCell="1" allowOverlap="1" wp14:anchorId="2EF91B0E" wp14:editId="219D495F">
                <wp:simplePos x="0" y="0"/>
                <wp:positionH relativeFrom="column">
                  <wp:posOffset>571500</wp:posOffset>
                </wp:positionH>
                <wp:positionV relativeFrom="page">
                  <wp:posOffset>1206500</wp:posOffset>
                </wp:positionV>
                <wp:extent cx="4762500" cy="74930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0" cy="749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69CD72" w14:textId="661F770C" w:rsidR="003313EC" w:rsidRPr="00980070" w:rsidRDefault="00980070" w:rsidP="00980070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 Light" w:hAnsi="Arial" w:cs="Arial"/>
                                <w:b/>
                                <w:color w:val="595959" w:themeColor="text1" w:themeTint="A6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980070">
                              <w:rPr>
                                <w:rFonts w:ascii="Arial" w:eastAsia="Calibri Light" w:hAnsi="Arial" w:cs="Arial"/>
                                <w:b/>
                                <w:color w:val="595959" w:themeColor="text1" w:themeTint="A6"/>
                                <w:sz w:val="40"/>
                                <w:szCs w:val="40"/>
                                <w:lang w:val="en-US"/>
                              </w:rPr>
                              <w:t>LEAN MANAGER</w:t>
                            </w:r>
                            <w:r w:rsidRPr="00980070">
                              <w:rPr>
                                <w:rFonts w:ascii="Arial" w:eastAsia="Calibri Light" w:hAnsi="Arial" w:cs="Arial"/>
                                <w:b/>
                                <w:color w:val="595959" w:themeColor="text1" w:themeTint="A6"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Calibri Light" w:hAnsi="Arial" w:cs="Arial"/>
                                <w:b/>
                                <w:color w:val="595959" w:themeColor="text1" w:themeTint="A6"/>
                                <w:sz w:val="40"/>
                                <w:szCs w:val="40"/>
                                <w:lang w:val="en-US"/>
                              </w:rPr>
                              <w:br/>
                            </w:r>
                            <w:r w:rsidRPr="00980070">
                              <w:rPr>
                                <w:rFonts w:ascii="Arial" w:eastAsia="Calibri Light" w:hAnsi="Arial" w:cs="Arial"/>
                                <w:b/>
                                <w:color w:val="595959" w:themeColor="text1" w:themeTint="A6"/>
                                <w:sz w:val="40"/>
                                <w:szCs w:val="40"/>
                                <w:lang w:val="en-US"/>
                              </w:rPr>
                              <w:t>WITH FINANCE</w:t>
                            </w:r>
                            <w:r>
                              <w:rPr>
                                <w:rFonts w:ascii="Calibri Light" w:eastAsia="Calibri Light" w:hAnsi="Calibri Light"/>
                                <w:b/>
                                <w:color w:val="595959" w:themeColor="text1" w:themeTint="A6"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Pr="00980070">
                              <w:rPr>
                                <w:rFonts w:ascii="Arial" w:eastAsia="Calibri Light" w:hAnsi="Arial" w:cs="Arial"/>
                                <w:b/>
                                <w:color w:val="595959" w:themeColor="text1" w:themeTint="A6"/>
                                <w:sz w:val="40"/>
                                <w:szCs w:val="40"/>
                                <w:lang w:val="en-US"/>
                              </w:rPr>
                              <w:t>BACKGROUND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91B0E" id="_x0000_s1027" type="#_x0000_t202" style="position:absolute;margin-left:45pt;margin-top:95pt;width:375pt;height:59pt;z-index:2517580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" filled="f" stroked="f" strokeweight=".5pt">
                <v:textbox>
                  <w:txbxContent>
                    <w:p w14:paraId="0C69CD72" w14:textId="661F770C" w:rsidR="003313EC" w:rsidRPr="00980070" w:rsidRDefault="00980070" w:rsidP="00980070">
                      <w:pPr>
                        <w:spacing w:after="0" w:line="240" w:lineRule="auto"/>
                        <w:jc w:val="center"/>
                        <w:rPr>
                          <w:rFonts w:ascii="Arial" w:eastAsia="Calibri Light" w:hAnsi="Arial" w:cs="Arial"/>
                          <w:b/>
                          <w:color w:val="595959" w:themeColor="text1" w:themeTint="A6"/>
                          <w:sz w:val="40"/>
                          <w:szCs w:val="40"/>
                          <w:lang w:val="en-US"/>
                        </w:rPr>
                      </w:pPr>
                      <w:r w:rsidRPr="00980070">
                        <w:rPr>
                          <w:rFonts w:ascii="Arial" w:eastAsia="Calibri Light" w:hAnsi="Arial" w:cs="Arial"/>
                          <w:b/>
                          <w:color w:val="595959" w:themeColor="text1" w:themeTint="A6"/>
                          <w:sz w:val="40"/>
                          <w:szCs w:val="40"/>
                          <w:lang w:val="en-US"/>
                        </w:rPr>
                        <w:t>LEAN MANAGER</w:t>
                      </w:r>
                      <w:r w:rsidRPr="00980070">
                        <w:rPr>
                          <w:rFonts w:ascii="Arial" w:eastAsia="Calibri Light" w:hAnsi="Arial" w:cs="Arial"/>
                          <w:b/>
                          <w:color w:val="595959" w:themeColor="text1" w:themeTint="A6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eastAsia="Calibri Light" w:hAnsi="Arial" w:cs="Arial"/>
                          <w:b/>
                          <w:color w:val="595959" w:themeColor="text1" w:themeTint="A6"/>
                          <w:sz w:val="40"/>
                          <w:szCs w:val="40"/>
                          <w:lang w:val="en-US"/>
                        </w:rPr>
                        <w:br/>
                      </w:r>
                      <w:r w:rsidRPr="00980070">
                        <w:rPr>
                          <w:rFonts w:ascii="Arial" w:eastAsia="Calibri Light" w:hAnsi="Arial" w:cs="Arial"/>
                          <w:b/>
                          <w:color w:val="595959" w:themeColor="text1" w:themeTint="A6"/>
                          <w:sz w:val="40"/>
                          <w:szCs w:val="40"/>
                          <w:lang w:val="en-US"/>
                        </w:rPr>
                        <w:t>WITH FINANCE</w:t>
                      </w:r>
                      <w:r>
                        <w:rPr>
                          <w:rFonts w:ascii="Calibri Light" w:eastAsia="Calibri Light" w:hAnsi="Calibri Light"/>
                          <w:b/>
                          <w:color w:val="595959" w:themeColor="text1" w:themeTint="A6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980070">
                        <w:rPr>
                          <w:rFonts w:ascii="Arial" w:eastAsia="Calibri Light" w:hAnsi="Arial" w:cs="Arial"/>
                          <w:b/>
                          <w:color w:val="595959" w:themeColor="text1" w:themeTint="A6"/>
                          <w:sz w:val="40"/>
                          <w:szCs w:val="40"/>
                          <w:lang w:val="en-US"/>
                        </w:rPr>
                        <w:t>BACKGROUND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068D352" w14:textId="702A13DC" w:rsidR="0099127C" w:rsidRPr="0099127C" w:rsidRDefault="0099127C" w:rsidP="005A67BA">
      <w:pPr>
        <w:spacing w:line="240" w:lineRule="auto"/>
      </w:pPr>
    </w:p>
    <w:p w14:paraId="471D7E53" w14:textId="4A0EC0A5" w:rsidR="00104F6B" w:rsidRDefault="00980070" w:rsidP="005A67BA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6927" behindDoc="0" locked="0" layoutInCell="1" allowOverlap="1" wp14:anchorId="7BB78E02" wp14:editId="67984416">
                <wp:simplePos x="0" y="0"/>
                <wp:positionH relativeFrom="column">
                  <wp:posOffset>1718945</wp:posOffset>
                </wp:positionH>
                <wp:positionV relativeFrom="page">
                  <wp:posOffset>1880870</wp:posOffset>
                </wp:positionV>
                <wp:extent cx="2661285" cy="334673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1285" cy="3346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8FA1C9" w14:textId="27EF0F44" w:rsidR="0099127C" w:rsidRPr="00980070" w:rsidRDefault="00980070" w:rsidP="001C359C">
                            <w:pPr>
                              <w:pStyle w:val="Cm-Pozci"/>
                              <w:rPr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28"/>
                                <w:szCs w:val="28"/>
                              </w:rPr>
                              <w:t>Ferenc Jakab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78E02" id="Text Box 2" o:spid="_x0000_s1028" type="#_x0000_t202" style="position:absolute;margin-left:135.35pt;margin-top:148.1pt;width:209.55pt;height:26.35pt;z-index:2518369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" filled="f" stroked="f" strokeweight=".5pt">
                <v:textbox>
                  <w:txbxContent>
                    <w:p w14:paraId="5D8FA1C9" w14:textId="27EF0F44" w:rsidR="0099127C" w:rsidRPr="00980070" w:rsidRDefault="00980070" w:rsidP="001C359C">
                      <w:pPr>
                        <w:pStyle w:val="Cm-Pozci"/>
                        <w:rPr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color w:val="595959" w:themeColor="text1" w:themeTint="A6"/>
                          <w:sz w:val="28"/>
                          <w:szCs w:val="28"/>
                        </w:rPr>
                        <w:t>Ferenc Jakab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94D630B" w14:textId="771087A0" w:rsidR="0099127C" w:rsidRPr="0099127C" w:rsidRDefault="00980070" w:rsidP="005A67BA">
      <w:pPr>
        <w:spacing w:line="240" w:lineRule="auto"/>
      </w:pPr>
      <w:r>
        <w:rPr>
          <w:noProof/>
        </w:rPr>
        <w:drawing>
          <wp:anchor distT="0" distB="0" distL="114300" distR="114300" simplePos="0" relativeHeight="251806207" behindDoc="1" locked="0" layoutInCell="1" allowOverlap="1" wp14:anchorId="39DB72F9" wp14:editId="16C4F4F2">
            <wp:simplePos x="0" y="0"/>
            <wp:positionH relativeFrom="column">
              <wp:posOffset>2016125</wp:posOffset>
            </wp:positionH>
            <wp:positionV relativeFrom="page">
              <wp:posOffset>2205355</wp:posOffset>
            </wp:positionV>
            <wp:extent cx="287020" cy="220345"/>
            <wp:effectExtent l="0" t="0" r="508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con-bg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2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4FFC">
        <w:rPr>
          <w:noProof/>
        </w:rPr>
        <mc:AlternateContent>
          <mc:Choice Requires="wps">
            <w:drawing>
              <wp:anchor distT="0" distB="0" distL="114300" distR="114300" simplePos="0" relativeHeight="251744767" behindDoc="0" locked="0" layoutInCell="1" allowOverlap="1" wp14:anchorId="22EBEE41" wp14:editId="6EBCEFF4">
                <wp:simplePos x="0" y="0"/>
                <wp:positionH relativeFrom="column">
                  <wp:posOffset>2294890</wp:posOffset>
                </wp:positionH>
                <wp:positionV relativeFrom="paragraph">
                  <wp:posOffset>224155</wp:posOffset>
                </wp:positionV>
                <wp:extent cx="2722245" cy="30099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2245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2ABB74" w14:textId="3FA2190B" w:rsidR="006563D2" w:rsidRPr="00577D3F" w:rsidRDefault="00247839" w:rsidP="00577D3F">
                            <w:pPr>
                              <w:spacing w:after="0" w:line="240" w:lineRule="auto"/>
                              <w:rPr>
                                <w:color w:val="767171" w:themeColor="background2" w:themeShade="80"/>
                              </w:rPr>
                            </w:pPr>
                            <w:hyperlink r:id="rId10" w:history="1">
                              <w:r w:rsidR="00FC5A56" w:rsidRPr="00385986">
                                <w:rPr>
                                  <w:rStyle w:val="Hiperhivatkozs"/>
                                  <w:color w:val="767171" w:themeColor="background2" w:themeShade="80"/>
                                </w:rPr>
                                <w:t>horvathzsombor@gmail.com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BEE41" id="Text Box 35" o:spid="_x0000_s1029" type="#_x0000_t202" style="position:absolute;margin-left:180.7pt;margin-top:17.65pt;width:214.35pt;height:23.7pt;z-index:2517447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" filled="f" stroked="f" strokeweight=".5pt">
                <v:textbox>
                  <w:txbxContent>
                    <w:p w14:paraId="442ABB74" w14:textId="3FA2190B" w:rsidR="006563D2" w:rsidRPr="00577D3F" w:rsidRDefault="00247839" w:rsidP="00577D3F">
                      <w:pPr>
                        <w:spacing w:after="0" w:line="240" w:lineRule="auto"/>
                        <w:rPr>
                          <w:color w:val="767171" w:themeColor="background2" w:themeShade="80"/>
                        </w:rPr>
                      </w:pPr>
                      <w:hyperlink r:id="rId11" w:history="1">
                        <w:r w:rsidR="00FC5A56" w:rsidRPr="00385986">
                          <w:rPr>
                            <w:rStyle w:val="Hiperhivatkozs"/>
                            <w:color w:val="767171" w:themeColor="background2" w:themeShade="80"/>
                          </w:rPr>
                          <w:t>horvathzsombor@gmail.com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261A88BF" w14:textId="466D6B5F" w:rsidR="005A67BA" w:rsidRDefault="00980070" w:rsidP="005A67BA">
      <w:pPr>
        <w:spacing w:before="60" w:after="0" w:line="240" w:lineRule="auto"/>
        <w:jc w:val="both"/>
      </w:pPr>
      <w:r>
        <w:rPr>
          <w:noProof/>
        </w:rPr>
        <w:drawing>
          <wp:anchor distT="0" distB="0" distL="114300" distR="114300" simplePos="0" relativeHeight="251899391" behindDoc="0" locked="0" layoutInCell="1" allowOverlap="1" wp14:anchorId="686C7C31" wp14:editId="6D7B0077">
            <wp:simplePos x="0" y="0"/>
            <wp:positionH relativeFrom="column">
              <wp:posOffset>2102485</wp:posOffset>
            </wp:positionH>
            <wp:positionV relativeFrom="page">
              <wp:posOffset>2255520</wp:posOffset>
            </wp:positionV>
            <wp:extent cx="118745" cy="118745"/>
            <wp:effectExtent l="0" t="0" r="0" b="0"/>
            <wp:wrapNone/>
            <wp:docPr id="33" name="Graphic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raphic 34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18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4FFC">
        <w:rPr>
          <w:noProof/>
        </w:rPr>
        <mc:AlternateContent>
          <mc:Choice Requires="wps">
            <w:drawing>
              <wp:anchor distT="0" distB="0" distL="114300" distR="114300" simplePos="0" relativeHeight="251913727" behindDoc="0" locked="0" layoutInCell="1" allowOverlap="1" wp14:anchorId="405405FE" wp14:editId="3091511B">
                <wp:simplePos x="0" y="0"/>
                <wp:positionH relativeFrom="column">
                  <wp:posOffset>2288540</wp:posOffset>
                </wp:positionH>
                <wp:positionV relativeFrom="paragraph">
                  <wp:posOffset>173355</wp:posOffset>
                </wp:positionV>
                <wp:extent cx="2722245" cy="28956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2245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77CCBF" w14:textId="77777777" w:rsidR="00577D3F" w:rsidRPr="00577D3F" w:rsidRDefault="00577D3F" w:rsidP="00577D3F">
                            <w:pPr>
                              <w:spacing w:after="0" w:line="240" w:lineRule="auto"/>
                              <w:rPr>
                                <w:color w:val="767171" w:themeColor="background2" w:themeShade="80"/>
                              </w:rPr>
                            </w:pPr>
                            <w:r w:rsidRPr="00385986">
                              <w:rPr>
                                <w:color w:val="767171" w:themeColor="background2" w:themeShade="80"/>
                              </w:rPr>
                              <w:t>+36 30 456 78 34</w:t>
                            </w:r>
                          </w:p>
                          <w:p w14:paraId="65F6A70F" w14:textId="77777777" w:rsidR="00577D3F" w:rsidRDefault="00577D3F" w:rsidP="00577D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405FE" id="Text Box 1" o:spid="_x0000_s1030" type="#_x0000_t202" style="position:absolute;left:0;text-align:left;margin-left:180.2pt;margin-top:13.65pt;width:214.35pt;height:22.8pt;z-index:2519137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" filled="f" stroked="f" strokeweight=".5pt">
                <v:textbox>
                  <w:txbxContent>
                    <w:p w14:paraId="4377CCBF" w14:textId="77777777" w:rsidR="00577D3F" w:rsidRPr="00577D3F" w:rsidRDefault="00577D3F" w:rsidP="00577D3F">
                      <w:pPr>
                        <w:spacing w:after="0" w:line="240" w:lineRule="auto"/>
                        <w:rPr>
                          <w:color w:val="767171" w:themeColor="background2" w:themeShade="80"/>
                        </w:rPr>
                      </w:pPr>
                      <w:r w:rsidRPr="00385986">
                        <w:rPr>
                          <w:color w:val="767171" w:themeColor="background2" w:themeShade="80"/>
                        </w:rPr>
                        <w:t>+36 30 456 78 34</w:t>
                      </w:r>
                    </w:p>
                    <w:p w14:paraId="65F6A70F" w14:textId="77777777" w:rsidR="00577D3F" w:rsidRDefault="00577D3F" w:rsidP="00577D3F"/>
                  </w:txbxContent>
                </v:textbox>
              </v:shape>
            </w:pict>
          </mc:Fallback>
        </mc:AlternateContent>
      </w:r>
    </w:p>
    <w:p w14:paraId="118A39C6" w14:textId="12819D5C" w:rsidR="00980070" w:rsidRDefault="007E30A8" w:rsidP="005A67BA">
      <w:pPr>
        <w:spacing w:before="60" w:after="0" w:line="240" w:lineRule="auto"/>
        <w:jc w:val="both"/>
      </w:pPr>
      <w:r>
        <w:rPr>
          <w:noProof/>
        </w:rPr>
        <w:drawing>
          <wp:anchor distT="0" distB="0" distL="114300" distR="114300" simplePos="0" relativeHeight="251901439" behindDoc="0" locked="0" layoutInCell="1" allowOverlap="1" wp14:anchorId="564398D0" wp14:editId="7011FC2F">
            <wp:simplePos x="0" y="0"/>
            <wp:positionH relativeFrom="column">
              <wp:posOffset>2097405</wp:posOffset>
            </wp:positionH>
            <wp:positionV relativeFrom="page">
              <wp:posOffset>2485390</wp:posOffset>
            </wp:positionV>
            <wp:extent cx="118745" cy="118745"/>
            <wp:effectExtent l="0" t="0" r="0" b="0"/>
            <wp:wrapNone/>
            <wp:docPr id="34" name="Graphic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raphic 34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18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0070">
        <w:rPr>
          <w:noProof/>
        </w:rPr>
        <w:drawing>
          <wp:anchor distT="0" distB="0" distL="114300" distR="114300" simplePos="0" relativeHeight="251803135" behindDoc="1" locked="0" layoutInCell="1" allowOverlap="1" wp14:anchorId="561CDA57" wp14:editId="117E8959">
            <wp:simplePos x="0" y="0"/>
            <wp:positionH relativeFrom="column">
              <wp:posOffset>2011680</wp:posOffset>
            </wp:positionH>
            <wp:positionV relativeFrom="page">
              <wp:posOffset>2440940</wp:posOffset>
            </wp:positionV>
            <wp:extent cx="287020" cy="220345"/>
            <wp:effectExtent l="0" t="0" r="5080" b="0"/>
            <wp:wrapNone/>
            <wp:docPr id="14" name="Graphic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con-bg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2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054AA5" w14:textId="6BDE4D4B" w:rsidR="00104F6B" w:rsidRDefault="001C359C" w:rsidP="005A67BA">
      <w:pPr>
        <w:spacing w:before="60" w:after="0" w:line="24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9631" behindDoc="0" locked="0" layoutInCell="1" allowOverlap="1" wp14:anchorId="7273CBC3" wp14:editId="47ACE36F">
                <wp:simplePos x="0" y="0"/>
                <wp:positionH relativeFrom="column">
                  <wp:posOffset>367030</wp:posOffset>
                </wp:positionH>
                <wp:positionV relativeFrom="paragraph">
                  <wp:posOffset>133985</wp:posOffset>
                </wp:positionV>
                <wp:extent cx="2470150" cy="36258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150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7EF622" w14:textId="530621DE" w:rsidR="00742DFB" w:rsidRPr="00742DFB" w:rsidRDefault="00980070" w:rsidP="00742DFB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ObJECTIVES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3CBC3" id="Text Box 7" o:spid="_x0000_s1031" type="#_x0000_t202" style="position:absolute;left:0;text-align:left;margin-left:28.9pt;margin-top:10.55pt;width:194.5pt;height:28.55pt;z-index:2519096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" filled="f" stroked="f" strokeweight=".5pt">
                <v:textbox>
                  <w:txbxContent>
                    <w:p w14:paraId="297EF622" w14:textId="530621DE" w:rsidR="00742DFB" w:rsidRPr="00742DFB" w:rsidRDefault="00980070" w:rsidP="00742DFB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ObJECTIVES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59103" behindDoc="0" locked="0" layoutInCell="1" allowOverlap="1" wp14:anchorId="724AF3CA" wp14:editId="1C5A1A3A">
            <wp:simplePos x="0" y="0"/>
            <wp:positionH relativeFrom="column">
              <wp:posOffset>-635</wp:posOffset>
            </wp:positionH>
            <wp:positionV relativeFrom="paragraph">
              <wp:posOffset>115661</wp:posOffset>
            </wp:positionV>
            <wp:extent cx="3371850" cy="386080"/>
            <wp:effectExtent l="0" t="0" r="6350" b="0"/>
            <wp:wrapNone/>
            <wp:docPr id="50" name="Graphic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9BB98E" w14:textId="29029273" w:rsidR="00A215F1" w:rsidRDefault="00A215F1" w:rsidP="005A67BA">
      <w:pPr>
        <w:spacing w:before="60" w:after="0" w:line="240" w:lineRule="auto"/>
        <w:jc w:val="both"/>
      </w:pPr>
    </w:p>
    <w:p w14:paraId="77C10B50" w14:textId="60AA3F13" w:rsidR="00980070" w:rsidRPr="00980070" w:rsidRDefault="00980070" w:rsidP="00980070">
      <w:pPr>
        <w:spacing w:before="240"/>
        <w:rPr>
          <w:rFonts w:ascii="Arial" w:hAnsi="Arial" w:cs="Arial"/>
          <w:color w:val="595959" w:themeColor="text1" w:themeTint="A6"/>
          <w:sz w:val="24"/>
          <w:lang w:val="en-US"/>
        </w:rPr>
      </w:pPr>
      <w:r w:rsidRPr="00980070">
        <w:rPr>
          <w:rFonts w:ascii="Arial" w:hAnsi="Arial" w:cs="Arial"/>
          <w:color w:val="595959" w:themeColor="text1" w:themeTint="A6"/>
          <w:sz w:val="24"/>
          <w:lang w:val="en-US"/>
        </w:rPr>
        <w:t xml:space="preserve">I would like to work as a Lean Transformation Manager where I can provide value and utilize my 11 years </w:t>
      </w:r>
      <w:r w:rsidRPr="00980070">
        <w:rPr>
          <w:rFonts w:ascii="Arial" w:hAnsi="Arial" w:cs="Arial"/>
          <w:b/>
          <w:color w:val="595959" w:themeColor="text1" w:themeTint="A6"/>
          <w:sz w:val="24"/>
          <w:lang w:val="en-US"/>
        </w:rPr>
        <w:t>Shared Service Center</w:t>
      </w:r>
      <w:r w:rsidRPr="00980070">
        <w:rPr>
          <w:rFonts w:ascii="Arial" w:hAnsi="Arial" w:cs="Arial"/>
          <w:color w:val="595959" w:themeColor="text1" w:themeTint="A6"/>
          <w:sz w:val="24"/>
          <w:lang w:val="en-US"/>
        </w:rPr>
        <w:t xml:space="preserve">, </w:t>
      </w:r>
      <w:r w:rsidRPr="00980070">
        <w:rPr>
          <w:rFonts w:ascii="Arial" w:hAnsi="Arial" w:cs="Arial"/>
          <w:b/>
          <w:color w:val="595959" w:themeColor="text1" w:themeTint="A6"/>
          <w:sz w:val="24"/>
          <w:lang w:val="en-US"/>
        </w:rPr>
        <w:t>Process Improvement,</w:t>
      </w:r>
      <w:r w:rsidRPr="00980070">
        <w:rPr>
          <w:rFonts w:ascii="Arial" w:hAnsi="Arial" w:cs="Arial"/>
          <w:color w:val="595959" w:themeColor="text1" w:themeTint="A6"/>
          <w:sz w:val="24"/>
          <w:lang w:val="en-US"/>
        </w:rPr>
        <w:t xml:space="preserve"> and </w:t>
      </w:r>
      <w:r w:rsidRPr="00980070">
        <w:rPr>
          <w:rFonts w:ascii="Arial" w:hAnsi="Arial" w:cs="Arial"/>
          <w:b/>
          <w:color w:val="595959" w:themeColor="text1" w:themeTint="A6"/>
          <w:sz w:val="24"/>
          <w:lang w:val="en-US"/>
        </w:rPr>
        <w:t>Leadership</w:t>
      </w:r>
      <w:r w:rsidRPr="00980070">
        <w:rPr>
          <w:rFonts w:ascii="Arial" w:hAnsi="Arial" w:cs="Arial"/>
          <w:color w:val="595959" w:themeColor="text1" w:themeTint="A6"/>
          <w:sz w:val="24"/>
          <w:lang w:val="en-US"/>
        </w:rPr>
        <w:t xml:space="preserve"> experience.</w:t>
      </w:r>
    </w:p>
    <w:p w14:paraId="31A058FD" w14:textId="1F6FB3F7" w:rsidR="007C27D0" w:rsidRPr="00095496" w:rsidRDefault="005A67BA" w:rsidP="005A67BA">
      <w:pPr>
        <w:pStyle w:val="Folyszveg"/>
        <w:spacing w:line="240" w:lineRule="auto"/>
        <w:rPr>
          <w:rFonts w:ascii="Calibri" w:hAnsi="Calibri" w:cs="Times New Roman"/>
          <w:color w:val="595959" w:themeColor="text1" w:themeTint="A6"/>
        </w:rPr>
      </w:pPr>
      <w:r w:rsidRPr="00095496">
        <w:rPr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911679" behindDoc="0" locked="0" layoutInCell="1" allowOverlap="1" wp14:anchorId="2A4094E3" wp14:editId="603C064F">
                <wp:simplePos x="0" y="0"/>
                <wp:positionH relativeFrom="column">
                  <wp:posOffset>217805</wp:posOffset>
                </wp:positionH>
                <wp:positionV relativeFrom="paragraph">
                  <wp:posOffset>78740</wp:posOffset>
                </wp:positionV>
                <wp:extent cx="2781300" cy="34798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965287" w14:textId="7686E86B" w:rsidR="005A67BA" w:rsidRPr="00742DFB" w:rsidRDefault="00980070" w:rsidP="005A67BA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Main Achievements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094E3" id="Text Box 38" o:spid="_x0000_s1032" type="#_x0000_t202" style="position:absolute;margin-left:17.15pt;margin-top:6.2pt;width:219pt;height:27.4pt;z-index:2519116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" filled="f" stroked="f" strokeweight=".5pt">
                <v:textbox>
                  <w:txbxContent>
                    <w:p w14:paraId="22965287" w14:textId="7686E86B" w:rsidR="005A67BA" w:rsidRPr="00742DFB" w:rsidRDefault="00980070" w:rsidP="005A67BA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Main Achievements</w:t>
                      </w:r>
                    </w:p>
                  </w:txbxContent>
                </v:textbox>
              </v:shape>
            </w:pict>
          </mc:Fallback>
        </mc:AlternateContent>
      </w:r>
      <w:r w:rsidRPr="00095496">
        <w:rPr>
          <w:noProof/>
          <w:color w:val="595959" w:themeColor="text1" w:themeTint="A6"/>
        </w:rPr>
        <w:drawing>
          <wp:anchor distT="0" distB="0" distL="114300" distR="114300" simplePos="0" relativeHeight="251839999" behindDoc="0" locked="0" layoutInCell="1" allowOverlap="1" wp14:anchorId="16C0FE62" wp14:editId="13DEAA68">
            <wp:simplePos x="0" y="0"/>
            <wp:positionH relativeFrom="column">
              <wp:posOffset>-46355</wp:posOffset>
            </wp:positionH>
            <wp:positionV relativeFrom="paragraph">
              <wp:posOffset>40139</wp:posOffset>
            </wp:positionV>
            <wp:extent cx="3371850" cy="386080"/>
            <wp:effectExtent l="0" t="0" r="6350" b="0"/>
            <wp:wrapNone/>
            <wp:docPr id="40" name="Graphic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D0D14E" w14:textId="54B617BF" w:rsidR="007C27D0" w:rsidRPr="00095496" w:rsidRDefault="007C27D0" w:rsidP="005A67BA">
      <w:pPr>
        <w:pStyle w:val="Folyszveg"/>
        <w:spacing w:line="240" w:lineRule="auto"/>
        <w:rPr>
          <w:rFonts w:ascii="Calibri" w:hAnsi="Calibri" w:cs="Times New Roman"/>
          <w:color w:val="595959" w:themeColor="text1" w:themeTint="A6"/>
        </w:rPr>
      </w:pPr>
    </w:p>
    <w:p w14:paraId="27A9318C" w14:textId="77777777" w:rsidR="00980070" w:rsidRPr="00980070" w:rsidRDefault="00980070" w:rsidP="00247839">
      <w:pPr>
        <w:pStyle w:val="Felsorols1"/>
        <w:numPr>
          <w:ilvl w:val="0"/>
          <w:numId w:val="2"/>
        </w:numPr>
        <w:spacing w:before="240" w:line="240" w:lineRule="auto"/>
        <w:rPr>
          <w:noProof/>
          <w:color w:val="595959" w:themeColor="text1" w:themeTint="A6"/>
          <w:sz w:val="24"/>
          <w:szCs w:val="24"/>
        </w:rPr>
      </w:pPr>
      <w:r w:rsidRPr="00980070">
        <w:rPr>
          <w:b/>
          <w:bCs/>
          <w:noProof/>
          <w:color w:val="595959" w:themeColor="text1" w:themeTint="A6"/>
          <w:sz w:val="24"/>
          <w:szCs w:val="24"/>
        </w:rPr>
        <w:t>Heading Lean Champion</w:t>
      </w:r>
      <w:r w:rsidRPr="00980070">
        <w:rPr>
          <w:noProof/>
          <w:color w:val="595959" w:themeColor="text1" w:themeTint="A6"/>
          <w:sz w:val="24"/>
          <w:szCs w:val="24"/>
        </w:rPr>
        <w:t xml:space="preserve"> team of </w:t>
      </w:r>
      <w:r w:rsidRPr="00980070">
        <w:rPr>
          <w:b/>
          <w:bCs/>
          <w:noProof/>
          <w:color w:val="595959" w:themeColor="text1" w:themeTint="A6"/>
          <w:sz w:val="24"/>
          <w:szCs w:val="24"/>
        </w:rPr>
        <w:t xml:space="preserve">10 people </w:t>
      </w:r>
      <w:r w:rsidRPr="00980070">
        <w:rPr>
          <w:noProof/>
          <w:color w:val="595959" w:themeColor="text1" w:themeTint="A6"/>
          <w:sz w:val="24"/>
          <w:szCs w:val="24"/>
        </w:rPr>
        <w:t>cross-site partially remotely</w:t>
      </w:r>
    </w:p>
    <w:p w14:paraId="20DE83E1" w14:textId="77777777" w:rsidR="00980070" w:rsidRPr="00980070" w:rsidRDefault="00980070" w:rsidP="00247839">
      <w:pPr>
        <w:pStyle w:val="Felsorols1"/>
        <w:numPr>
          <w:ilvl w:val="0"/>
          <w:numId w:val="2"/>
        </w:numPr>
        <w:spacing w:before="240" w:line="240" w:lineRule="auto"/>
        <w:rPr>
          <w:b/>
          <w:bCs/>
          <w:noProof/>
          <w:color w:val="595959" w:themeColor="text1" w:themeTint="A6"/>
          <w:sz w:val="24"/>
          <w:szCs w:val="24"/>
        </w:rPr>
      </w:pPr>
      <w:r w:rsidRPr="00980070">
        <w:rPr>
          <w:noProof/>
          <w:color w:val="595959" w:themeColor="text1" w:themeTint="A6"/>
          <w:sz w:val="24"/>
          <w:szCs w:val="24"/>
        </w:rPr>
        <w:t xml:space="preserve">Building </w:t>
      </w:r>
      <w:r w:rsidRPr="00980070">
        <w:rPr>
          <w:b/>
          <w:bCs/>
          <w:noProof/>
          <w:color w:val="595959" w:themeColor="text1" w:themeTint="A6"/>
          <w:sz w:val="24"/>
          <w:szCs w:val="24"/>
        </w:rPr>
        <w:t>a Continuous Improvement Education</w:t>
      </w:r>
      <w:r w:rsidRPr="00980070">
        <w:rPr>
          <w:noProof/>
          <w:color w:val="595959" w:themeColor="text1" w:themeTint="A6"/>
          <w:sz w:val="24"/>
          <w:szCs w:val="24"/>
        </w:rPr>
        <w:t xml:space="preserve"> program, Trained overall </w:t>
      </w:r>
      <w:r w:rsidRPr="00980070">
        <w:rPr>
          <w:b/>
          <w:bCs/>
          <w:noProof/>
          <w:color w:val="595959" w:themeColor="text1" w:themeTint="A6"/>
          <w:sz w:val="24"/>
          <w:szCs w:val="24"/>
        </w:rPr>
        <w:t>250 people</w:t>
      </w:r>
    </w:p>
    <w:p w14:paraId="1376152D" w14:textId="77777777" w:rsidR="00980070" w:rsidRPr="00980070" w:rsidRDefault="00980070" w:rsidP="00247839">
      <w:pPr>
        <w:pStyle w:val="Felsorols1"/>
        <w:numPr>
          <w:ilvl w:val="0"/>
          <w:numId w:val="2"/>
        </w:numPr>
        <w:spacing w:before="240" w:line="240" w:lineRule="auto"/>
        <w:rPr>
          <w:b/>
          <w:bCs/>
          <w:noProof/>
          <w:color w:val="595959" w:themeColor="text1" w:themeTint="A6"/>
          <w:sz w:val="24"/>
          <w:szCs w:val="24"/>
        </w:rPr>
      </w:pPr>
      <w:r w:rsidRPr="00980070">
        <w:rPr>
          <w:b/>
          <w:bCs/>
          <w:noProof/>
          <w:color w:val="595959" w:themeColor="text1" w:themeTint="A6"/>
          <w:sz w:val="24"/>
          <w:szCs w:val="24"/>
        </w:rPr>
        <w:t>Certified in Project Management</w:t>
      </w:r>
    </w:p>
    <w:p w14:paraId="341708EF" w14:textId="77777777" w:rsidR="00980070" w:rsidRPr="00980070" w:rsidRDefault="00980070" w:rsidP="00247839">
      <w:pPr>
        <w:pStyle w:val="Felsorols1"/>
        <w:numPr>
          <w:ilvl w:val="0"/>
          <w:numId w:val="2"/>
        </w:numPr>
        <w:spacing w:before="240" w:line="240" w:lineRule="auto"/>
        <w:rPr>
          <w:noProof/>
          <w:color w:val="595959" w:themeColor="text1" w:themeTint="A6"/>
          <w:sz w:val="24"/>
          <w:szCs w:val="24"/>
        </w:rPr>
      </w:pPr>
      <w:r w:rsidRPr="00980070">
        <w:rPr>
          <w:noProof/>
          <w:color w:val="595959" w:themeColor="text1" w:themeTint="A6"/>
          <w:sz w:val="24"/>
          <w:szCs w:val="24"/>
        </w:rPr>
        <w:t xml:space="preserve">Running a company-wide, </w:t>
      </w:r>
      <w:r w:rsidRPr="00980070">
        <w:rPr>
          <w:b/>
          <w:bCs/>
          <w:noProof/>
          <w:color w:val="595959" w:themeColor="text1" w:themeTint="A6"/>
          <w:sz w:val="24"/>
          <w:szCs w:val="24"/>
        </w:rPr>
        <w:t>complex global scale</w:t>
      </w:r>
      <w:r w:rsidRPr="00980070">
        <w:rPr>
          <w:noProof/>
          <w:color w:val="595959" w:themeColor="text1" w:themeTint="A6"/>
          <w:sz w:val="24"/>
          <w:szCs w:val="24"/>
        </w:rPr>
        <w:t xml:space="preserve"> Kaizen Event focusing on packaging processes, achieved </w:t>
      </w:r>
      <w:r w:rsidRPr="00980070">
        <w:rPr>
          <w:b/>
          <w:bCs/>
          <w:noProof/>
          <w:color w:val="595959" w:themeColor="text1" w:themeTint="A6"/>
          <w:sz w:val="24"/>
          <w:szCs w:val="24"/>
        </w:rPr>
        <w:t>$555k packaging cost reduction</w:t>
      </w:r>
    </w:p>
    <w:p w14:paraId="70A9BF0F" w14:textId="35A2C0A9" w:rsidR="005A67BA" w:rsidRPr="00355069" w:rsidRDefault="00980070" w:rsidP="00247839">
      <w:pPr>
        <w:pStyle w:val="Felsorols1"/>
        <w:numPr>
          <w:ilvl w:val="0"/>
          <w:numId w:val="2"/>
        </w:numPr>
        <w:spacing w:before="240" w:line="240" w:lineRule="auto"/>
        <w:rPr>
          <w:noProof/>
          <w:color w:val="595959" w:themeColor="text1" w:themeTint="A6"/>
          <w:sz w:val="24"/>
          <w:szCs w:val="24"/>
        </w:rPr>
      </w:pPr>
      <w:r w:rsidRPr="00980070">
        <w:rPr>
          <w:noProof/>
          <w:color w:val="595959" w:themeColor="text1" w:themeTint="A6"/>
          <w:sz w:val="24"/>
          <w:szCs w:val="24"/>
        </w:rPr>
        <w:t xml:space="preserve">Running a European level Kaizen Event in Logistics, achieving </w:t>
      </w:r>
      <w:r w:rsidRPr="00980070">
        <w:rPr>
          <w:b/>
          <w:bCs/>
          <w:noProof/>
          <w:color w:val="595959" w:themeColor="text1" w:themeTint="A6"/>
          <w:sz w:val="24"/>
          <w:szCs w:val="24"/>
        </w:rPr>
        <w:t>$145k freight savings</w:t>
      </w:r>
    </w:p>
    <w:p w14:paraId="504C9326" w14:textId="14311F68" w:rsidR="00104F6B" w:rsidRPr="00095496" w:rsidRDefault="00355069" w:rsidP="005A67BA">
      <w:pPr>
        <w:pStyle w:val="Felsorols1"/>
        <w:numPr>
          <w:ilvl w:val="0"/>
          <w:numId w:val="0"/>
        </w:numPr>
        <w:spacing w:line="240" w:lineRule="auto"/>
        <w:ind w:left="360" w:hanging="360"/>
        <w:rPr>
          <w:noProof/>
          <w:color w:val="595959" w:themeColor="text1" w:themeTint="A6"/>
        </w:rPr>
      </w:pPr>
      <w:r w:rsidRPr="00095496">
        <w:rPr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907583" behindDoc="0" locked="0" layoutInCell="1" allowOverlap="1" wp14:anchorId="7E3A7F34" wp14:editId="699DE366">
                <wp:simplePos x="0" y="0"/>
                <wp:positionH relativeFrom="column">
                  <wp:posOffset>433705</wp:posOffset>
                </wp:positionH>
                <wp:positionV relativeFrom="paragraph">
                  <wp:posOffset>80645</wp:posOffset>
                </wp:positionV>
                <wp:extent cx="2933700" cy="347980"/>
                <wp:effectExtent l="0" t="0" r="0" b="0"/>
                <wp:wrapNone/>
                <wp:docPr id="5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381CEB" w14:textId="7FE117FD" w:rsidR="00742DFB" w:rsidRPr="005A67BA" w:rsidRDefault="00980070" w:rsidP="00742DFB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Strengths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A7F34" id="_x0000_s1033" type="#_x0000_t202" style="position:absolute;left:0;text-align:left;margin-left:34.15pt;margin-top:6.35pt;width:231pt;height:27.4pt;z-index:2519075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" filled="f" stroked="f" strokeweight=".5pt">
                <v:textbox>
                  <w:txbxContent>
                    <w:p w14:paraId="67381CEB" w14:textId="7FE117FD" w:rsidR="00742DFB" w:rsidRPr="005A67BA" w:rsidRDefault="00980070" w:rsidP="00742DFB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Strengths</w:t>
                      </w:r>
                    </w:p>
                  </w:txbxContent>
                </v:textbox>
              </v:shape>
            </w:pict>
          </mc:Fallback>
        </mc:AlternateContent>
      </w:r>
      <w:r w:rsidRPr="00095496">
        <w:rPr>
          <w:noProof/>
          <w:color w:val="595959" w:themeColor="text1" w:themeTint="A6"/>
        </w:rPr>
        <w:drawing>
          <wp:anchor distT="0" distB="0" distL="114300" distR="114300" simplePos="0" relativeHeight="251880959" behindDoc="0" locked="0" layoutInCell="1" allowOverlap="1" wp14:anchorId="2867DFD0" wp14:editId="463B7A3B">
            <wp:simplePos x="0" y="0"/>
            <wp:positionH relativeFrom="column">
              <wp:posOffset>219075</wp:posOffset>
            </wp:positionH>
            <wp:positionV relativeFrom="paragraph">
              <wp:posOffset>78740</wp:posOffset>
            </wp:positionV>
            <wp:extent cx="3371850" cy="386080"/>
            <wp:effectExtent l="0" t="0" r="6350" b="0"/>
            <wp:wrapNone/>
            <wp:docPr id="26" name="Graphic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785978" w14:textId="22A3A71B" w:rsidR="00355069" w:rsidRDefault="00355069" w:rsidP="005A67BA">
      <w:pPr>
        <w:pStyle w:val="Felsorols1"/>
        <w:numPr>
          <w:ilvl w:val="0"/>
          <w:numId w:val="0"/>
        </w:numPr>
        <w:spacing w:line="240" w:lineRule="auto"/>
        <w:rPr>
          <w:noProof/>
          <w:color w:val="595959" w:themeColor="text1" w:themeTint="A6"/>
        </w:rPr>
      </w:pPr>
    </w:p>
    <w:p w14:paraId="0D6A154C" w14:textId="77777777" w:rsidR="00355069" w:rsidRDefault="00355069" w:rsidP="005A67BA">
      <w:pPr>
        <w:pStyle w:val="Felsorols1"/>
        <w:numPr>
          <w:ilvl w:val="0"/>
          <w:numId w:val="0"/>
        </w:numPr>
        <w:spacing w:line="240" w:lineRule="auto"/>
        <w:rPr>
          <w:noProof/>
          <w:color w:val="595959" w:themeColor="text1" w:themeTint="A6"/>
        </w:rPr>
      </w:pPr>
    </w:p>
    <w:p w14:paraId="5D22AD25" w14:textId="77777777" w:rsidR="007C27D0" w:rsidRPr="00095496" w:rsidRDefault="007C27D0" w:rsidP="005A67BA">
      <w:pPr>
        <w:pStyle w:val="Felsorols1"/>
        <w:numPr>
          <w:ilvl w:val="0"/>
          <w:numId w:val="0"/>
        </w:numPr>
        <w:spacing w:line="240" w:lineRule="auto"/>
        <w:rPr>
          <w:color w:val="595959" w:themeColor="text1" w:themeTint="A6"/>
        </w:rPr>
      </w:pPr>
    </w:p>
    <w:p w14:paraId="7DDCF3D0" w14:textId="183B63C0" w:rsidR="00980070" w:rsidRPr="00980070" w:rsidRDefault="00980070" w:rsidP="00980070">
      <w:pPr>
        <w:pStyle w:val="Felsorols1"/>
        <w:rPr>
          <w:noProof/>
          <w:color w:val="595959" w:themeColor="text1" w:themeTint="A6"/>
          <w:sz w:val="24"/>
          <w:szCs w:val="24"/>
        </w:rPr>
      </w:pPr>
      <w:r w:rsidRPr="00980070">
        <w:rPr>
          <w:b/>
          <w:bCs/>
          <w:noProof/>
          <w:color w:val="595959" w:themeColor="text1" w:themeTint="A6"/>
          <w:sz w:val="24"/>
          <w:szCs w:val="24"/>
        </w:rPr>
        <w:t xml:space="preserve">Black Belt </w:t>
      </w:r>
      <w:r w:rsidRPr="00980070">
        <w:rPr>
          <w:noProof/>
          <w:color w:val="595959" w:themeColor="text1" w:themeTint="A6"/>
          <w:sz w:val="24"/>
          <w:szCs w:val="24"/>
        </w:rPr>
        <w:t>level in Lean Pack</w:t>
      </w:r>
    </w:p>
    <w:p w14:paraId="208273AB" w14:textId="77777777" w:rsidR="00980070" w:rsidRPr="00980070" w:rsidRDefault="00980070" w:rsidP="00980070">
      <w:pPr>
        <w:pStyle w:val="Felsorols1"/>
        <w:rPr>
          <w:noProof/>
          <w:color w:val="595959" w:themeColor="text1" w:themeTint="A6"/>
          <w:sz w:val="24"/>
          <w:szCs w:val="24"/>
        </w:rPr>
      </w:pPr>
      <w:r w:rsidRPr="00980070">
        <w:rPr>
          <w:b/>
          <w:bCs/>
          <w:noProof/>
          <w:color w:val="595959" w:themeColor="text1" w:themeTint="A6"/>
          <w:sz w:val="24"/>
          <w:szCs w:val="24"/>
        </w:rPr>
        <w:t>Delivering Continuous Improvement training program</w:t>
      </w:r>
      <w:r w:rsidRPr="00980070">
        <w:rPr>
          <w:noProof/>
          <w:color w:val="595959" w:themeColor="text1" w:themeTint="A6"/>
          <w:sz w:val="24"/>
          <w:szCs w:val="24"/>
        </w:rPr>
        <w:br/>
        <w:t>Run „CBS (Colfax Business System) University” for associates and leadership</w:t>
      </w:r>
    </w:p>
    <w:p w14:paraId="479C1966" w14:textId="77777777" w:rsidR="00980070" w:rsidRPr="00980070" w:rsidRDefault="00980070" w:rsidP="00980070">
      <w:pPr>
        <w:pStyle w:val="Felsorols1"/>
        <w:rPr>
          <w:noProof/>
          <w:color w:val="595959" w:themeColor="text1" w:themeTint="A6"/>
          <w:sz w:val="24"/>
          <w:szCs w:val="24"/>
        </w:rPr>
      </w:pPr>
      <w:r w:rsidRPr="00980070">
        <w:rPr>
          <w:b/>
          <w:bCs/>
          <w:noProof/>
          <w:color w:val="595959" w:themeColor="text1" w:themeTint="A6"/>
          <w:sz w:val="24"/>
          <w:szCs w:val="24"/>
        </w:rPr>
        <w:t>Change Management / Stakeholder Management.</w:t>
      </w:r>
      <w:r w:rsidRPr="00980070">
        <w:rPr>
          <w:noProof/>
          <w:color w:val="595959" w:themeColor="text1" w:themeTint="A6"/>
          <w:sz w:val="24"/>
          <w:szCs w:val="24"/>
        </w:rPr>
        <w:t xml:space="preserve"> Identifying their needs and building programs to manage them. I’ve run a Voice of Customer program covering 6 Sales Directors across Europe using Applied Marketing Science © methodology.</w:t>
      </w:r>
    </w:p>
    <w:p w14:paraId="4A873353" w14:textId="77777777" w:rsidR="00980070" w:rsidRPr="00980070" w:rsidRDefault="00980070" w:rsidP="00980070">
      <w:pPr>
        <w:pStyle w:val="Felsorols1"/>
        <w:rPr>
          <w:noProof/>
          <w:color w:val="595959" w:themeColor="text1" w:themeTint="A6"/>
          <w:sz w:val="24"/>
          <w:szCs w:val="24"/>
        </w:rPr>
      </w:pPr>
      <w:r w:rsidRPr="00980070">
        <w:rPr>
          <w:b/>
          <w:bCs/>
          <w:noProof/>
          <w:color w:val="595959" w:themeColor="text1" w:themeTint="A6"/>
          <w:sz w:val="24"/>
          <w:szCs w:val="24"/>
        </w:rPr>
        <w:t>Facilitating teams to solve business problems</w:t>
      </w:r>
      <w:r w:rsidRPr="00980070">
        <w:rPr>
          <w:noProof/>
          <w:color w:val="595959" w:themeColor="text1" w:themeTint="A6"/>
          <w:sz w:val="24"/>
          <w:szCs w:val="24"/>
        </w:rPr>
        <w:t xml:space="preserve"> by identifying root causes and implementing action to fix those. I’ve facilitated </w:t>
      </w:r>
      <w:r w:rsidRPr="00980070">
        <w:rPr>
          <w:b/>
          <w:bCs/>
          <w:noProof/>
          <w:color w:val="595959" w:themeColor="text1" w:themeTint="A6"/>
          <w:sz w:val="24"/>
          <w:szCs w:val="24"/>
        </w:rPr>
        <w:t>40+ Kaizen Events</w:t>
      </w:r>
      <w:r w:rsidRPr="00980070">
        <w:rPr>
          <w:noProof/>
          <w:color w:val="595959" w:themeColor="text1" w:themeTint="A6"/>
          <w:sz w:val="24"/>
          <w:szCs w:val="24"/>
        </w:rPr>
        <w:t xml:space="preserve"> and workshops </w:t>
      </w:r>
      <w:r w:rsidRPr="00355069">
        <w:rPr>
          <w:b/>
          <w:bCs/>
          <w:noProof/>
          <w:color w:val="595959" w:themeColor="text1" w:themeTint="A6"/>
          <w:sz w:val="24"/>
          <w:szCs w:val="24"/>
        </w:rPr>
        <w:t>internationally, cross-culturally</w:t>
      </w:r>
      <w:r w:rsidRPr="00980070">
        <w:rPr>
          <w:noProof/>
          <w:color w:val="595959" w:themeColor="text1" w:themeTint="A6"/>
          <w:sz w:val="24"/>
          <w:szCs w:val="24"/>
        </w:rPr>
        <w:t xml:space="preserve"> primarily for GBS and for Finance, Sales, Business Development, Supply Chain, Sourcing across Europe, Middle-East and India.</w:t>
      </w:r>
    </w:p>
    <w:p w14:paraId="32A87497" w14:textId="4A254E53" w:rsidR="00650A95" w:rsidRDefault="00650A95" w:rsidP="005A67BA">
      <w:pPr>
        <w:spacing w:after="0" w:line="240" w:lineRule="auto"/>
        <w:rPr>
          <w:rFonts w:ascii="Arial" w:hAnsi="Arial" w:cs="Arial"/>
          <w:noProof/>
          <w:color w:val="7F7F7F" w:themeColor="text1" w:themeTint="80"/>
        </w:rPr>
      </w:pPr>
    </w:p>
    <w:p w14:paraId="143AA8E9" w14:textId="296EB58F" w:rsidR="00980070" w:rsidRDefault="00980070" w:rsidP="005A67BA">
      <w:pPr>
        <w:spacing w:after="0" w:line="240" w:lineRule="auto"/>
        <w:rPr>
          <w:rFonts w:ascii="Arial" w:hAnsi="Arial" w:cs="Arial"/>
          <w:noProof/>
          <w:color w:val="7F7F7F" w:themeColor="text1" w:themeTint="80"/>
        </w:rPr>
      </w:pPr>
    </w:p>
    <w:p w14:paraId="1737EA4C" w14:textId="572413B0" w:rsidR="00980070" w:rsidRDefault="00980070" w:rsidP="005A67BA">
      <w:pPr>
        <w:spacing w:after="0" w:line="240" w:lineRule="auto"/>
        <w:rPr>
          <w:rFonts w:ascii="Arial" w:hAnsi="Arial" w:cs="Arial"/>
          <w:noProof/>
          <w:color w:val="7F7F7F" w:themeColor="text1" w:themeTint="80"/>
        </w:rPr>
      </w:pPr>
    </w:p>
    <w:p w14:paraId="1E143BFA" w14:textId="77777777" w:rsidR="00980070" w:rsidRPr="00650A95" w:rsidRDefault="00980070" w:rsidP="005A67BA">
      <w:pPr>
        <w:spacing w:after="0" w:line="240" w:lineRule="auto"/>
        <w:rPr>
          <w:rFonts w:ascii="Arial" w:hAnsi="Arial" w:cs="Arial"/>
          <w:noProof/>
          <w:color w:val="7F7F7F" w:themeColor="text1" w:themeTint="80"/>
        </w:rPr>
      </w:pPr>
    </w:p>
    <w:p w14:paraId="0356FDB0" w14:textId="77777777" w:rsidR="00CF5407" w:rsidRPr="00CF5407" w:rsidRDefault="00CF5407" w:rsidP="005A67BA">
      <w:pPr>
        <w:pStyle w:val="Felsorols1"/>
        <w:numPr>
          <w:ilvl w:val="0"/>
          <w:numId w:val="0"/>
        </w:numPr>
        <w:spacing w:line="240" w:lineRule="auto"/>
        <w:ind w:left="360" w:hanging="360"/>
        <w:rPr>
          <w:noProof/>
          <w:sz w:val="22"/>
          <w:szCs w:val="22"/>
        </w:rPr>
      </w:pPr>
    </w:p>
    <w:p w14:paraId="1557D546" w14:textId="659DA04A" w:rsidR="00CF5407" w:rsidRDefault="00CF5407" w:rsidP="005A67BA">
      <w:pPr>
        <w:pStyle w:val="Felsorols1"/>
        <w:numPr>
          <w:ilvl w:val="0"/>
          <w:numId w:val="0"/>
        </w:numPr>
        <w:spacing w:line="240" w:lineRule="auto"/>
      </w:pPr>
    </w:p>
    <w:p w14:paraId="6B1B2A1F" w14:textId="7F4DF48D" w:rsidR="00CF5407" w:rsidRDefault="00CF5407" w:rsidP="005A67BA">
      <w:pPr>
        <w:pStyle w:val="Felsorols1"/>
        <w:numPr>
          <w:ilvl w:val="0"/>
          <w:numId w:val="0"/>
        </w:numPr>
        <w:spacing w:line="240" w:lineRule="auto"/>
      </w:pPr>
    </w:p>
    <w:p w14:paraId="0EB9F06B" w14:textId="4E9DF449" w:rsidR="007C27D0" w:rsidRDefault="007C27D0" w:rsidP="005A67BA">
      <w:pPr>
        <w:pStyle w:val="Felsorols1"/>
        <w:numPr>
          <w:ilvl w:val="0"/>
          <w:numId w:val="0"/>
        </w:numPr>
        <w:spacing w:line="240" w:lineRule="auto"/>
      </w:pPr>
    </w:p>
    <w:p w14:paraId="1CB181FE" w14:textId="77777777" w:rsidR="001C359C" w:rsidRDefault="001C359C" w:rsidP="005A67BA">
      <w:pPr>
        <w:pStyle w:val="Felsorols1"/>
        <w:numPr>
          <w:ilvl w:val="0"/>
          <w:numId w:val="0"/>
        </w:numPr>
        <w:spacing w:line="240" w:lineRule="auto"/>
      </w:pPr>
    </w:p>
    <w:p w14:paraId="1C1AD04B" w14:textId="77777777" w:rsidR="00742DFB" w:rsidRDefault="00742DFB" w:rsidP="005A67BA">
      <w:pPr>
        <w:pStyle w:val="Felsorols1"/>
        <w:numPr>
          <w:ilvl w:val="0"/>
          <w:numId w:val="0"/>
        </w:numPr>
        <w:spacing w:line="240" w:lineRule="auto"/>
      </w:pPr>
    </w:p>
    <w:p w14:paraId="07B27C24" w14:textId="6087707B" w:rsidR="00CF5407" w:rsidRDefault="00355069" w:rsidP="005A67BA">
      <w:pPr>
        <w:pStyle w:val="Felsorols1"/>
        <w:numPr>
          <w:ilvl w:val="0"/>
          <w:numId w:val="0"/>
        </w:numPr>
        <w:spacing w:line="240" w:lineRule="auto"/>
      </w:pPr>
      <w:r w:rsidRPr="007D21E3">
        <w:rPr>
          <w:noProof/>
        </w:rPr>
        <w:drawing>
          <wp:anchor distT="0" distB="0" distL="114300" distR="114300" simplePos="0" relativeHeight="251883007" behindDoc="1" locked="0" layoutInCell="1" allowOverlap="1" wp14:anchorId="0447BF93" wp14:editId="7CE8C9CA">
            <wp:simplePos x="0" y="0"/>
            <wp:positionH relativeFrom="column">
              <wp:posOffset>88900</wp:posOffset>
            </wp:positionH>
            <wp:positionV relativeFrom="paragraph">
              <wp:posOffset>126365</wp:posOffset>
            </wp:positionV>
            <wp:extent cx="4419600" cy="386080"/>
            <wp:effectExtent l="0" t="0" r="0" b="0"/>
            <wp:wrapNone/>
            <wp:docPr id="27" name="Graphic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0B00B6" w14:textId="46F2FD65" w:rsidR="00CF5407" w:rsidRDefault="00355069" w:rsidP="005A67BA">
      <w:pPr>
        <w:pStyle w:val="Felsorols1"/>
        <w:numPr>
          <w:ilvl w:val="0"/>
          <w:numId w:val="0"/>
        </w:num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7103" behindDoc="0" locked="0" layoutInCell="1" allowOverlap="1" wp14:anchorId="229DA0FD" wp14:editId="4E0D39C0">
                <wp:simplePos x="0" y="0"/>
                <wp:positionH relativeFrom="column">
                  <wp:posOffset>419100</wp:posOffset>
                </wp:positionH>
                <wp:positionV relativeFrom="paragraph">
                  <wp:posOffset>33020</wp:posOffset>
                </wp:positionV>
                <wp:extent cx="3568700" cy="347980"/>
                <wp:effectExtent l="0" t="0" r="0" b="0"/>
                <wp:wrapNone/>
                <wp:docPr id="2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87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873DB5" w14:textId="519258A5" w:rsidR="00F44894" w:rsidRPr="00742DFB" w:rsidRDefault="00355069" w:rsidP="00F44894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Professional Experience</w:t>
                            </w:r>
                          </w:p>
                          <w:p w14:paraId="00C12865" w14:textId="77777777" w:rsidR="00F44894" w:rsidRPr="00742DFB" w:rsidRDefault="00F44894" w:rsidP="00F44894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DA0FD" id="_x0000_s1034" type="#_x0000_t202" style="position:absolute;margin-left:33pt;margin-top:2.6pt;width:281pt;height:27.4pt;z-index:2518871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" filled="f" stroked="f" strokeweight=".5pt">
                <v:textbox>
                  <w:txbxContent>
                    <w:p w14:paraId="3F873DB5" w14:textId="519258A5" w:rsidR="00F44894" w:rsidRPr="00742DFB" w:rsidRDefault="00355069" w:rsidP="00F44894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Professional Experience</w:t>
                      </w:r>
                    </w:p>
                    <w:p w14:paraId="00C12865" w14:textId="77777777" w:rsidR="00F44894" w:rsidRPr="00742DFB" w:rsidRDefault="00F44894" w:rsidP="00F44894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F8D902" w14:textId="13BDF054" w:rsidR="00104F6B" w:rsidRDefault="00104F6B" w:rsidP="005A67BA">
      <w:pPr>
        <w:pStyle w:val="Felsorols1"/>
        <w:numPr>
          <w:ilvl w:val="0"/>
          <w:numId w:val="0"/>
        </w:numPr>
        <w:spacing w:line="240" w:lineRule="auto"/>
      </w:pPr>
    </w:p>
    <w:p w14:paraId="08809C2E" w14:textId="77777777" w:rsidR="005A67BA" w:rsidRDefault="005A67BA" w:rsidP="005A67BA">
      <w:pPr>
        <w:pStyle w:val="Felsorols1"/>
        <w:numPr>
          <w:ilvl w:val="0"/>
          <w:numId w:val="0"/>
        </w:numPr>
        <w:spacing w:line="240" w:lineRule="auto"/>
      </w:pPr>
    </w:p>
    <w:p w14:paraId="519AC89F" w14:textId="1C26686B" w:rsidR="00104F6B" w:rsidRDefault="00742DFB" w:rsidP="005A67BA">
      <w:pPr>
        <w:pStyle w:val="Felsorols1"/>
        <w:numPr>
          <w:ilvl w:val="0"/>
          <w:numId w:val="0"/>
        </w:numPr>
        <w:spacing w:line="240" w:lineRule="auto"/>
      </w:pPr>
      <w:r w:rsidRPr="00F82F42"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62527" behindDoc="0" locked="0" layoutInCell="1" allowOverlap="1" wp14:anchorId="39226E1A" wp14:editId="0D2E8CAF">
                <wp:simplePos x="0" y="0"/>
                <wp:positionH relativeFrom="column">
                  <wp:posOffset>0</wp:posOffset>
                </wp:positionH>
                <wp:positionV relativeFrom="paragraph">
                  <wp:posOffset>126365</wp:posOffset>
                </wp:positionV>
                <wp:extent cx="189230" cy="189230"/>
                <wp:effectExtent l="0" t="0" r="1270" b="127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92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C28C2C" id="Oval 24" o:spid="_x0000_s1026" style="position:absolute;margin-left:0;margin-top:9.95pt;width:14.9pt;height:14.9pt;z-index:2518625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" fillcolor="#404040 [2429]" stroked="f" strokeweight="1pt">
                <v:stroke joinstyle="miter"/>
              </v:oval>
            </w:pict>
          </mc:Fallback>
        </mc:AlternateContent>
      </w:r>
    </w:p>
    <w:p w14:paraId="7D7F0492" w14:textId="523626BF" w:rsidR="00104F6B" w:rsidRPr="00355069" w:rsidRDefault="00742DFB" w:rsidP="005A67BA">
      <w:pPr>
        <w:pStyle w:val="H2"/>
        <w:tabs>
          <w:tab w:val="left" w:pos="567"/>
        </w:tabs>
        <w:spacing w:line="240" w:lineRule="auto"/>
        <w:ind w:left="624"/>
        <w:rPr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</w:pPr>
      <w:r w:rsidRPr="00355069">
        <w:rPr>
          <w:b/>
          <w:bCs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61503" behindDoc="0" locked="0" layoutInCell="1" allowOverlap="1" wp14:anchorId="1FFF3BD7" wp14:editId="0AD5CEF9">
                <wp:simplePos x="0" y="0"/>
                <wp:positionH relativeFrom="column">
                  <wp:posOffset>88899</wp:posOffset>
                </wp:positionH>
                <wp:positionV relativeFrom="paragraph">
                  <wp:posOffset>113030</wp:posOffset>
                </wp:positionV>
                <wp:extent cx="3175" cy="2857500"/>
                <wp:effectExtent l="12700" t="0" r="34925" b="2540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2857500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0ACFE1" id="Straight Connector 64" o:spid="_x0000_s1026" style="position:absolute;z-index:2518615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pt,8.9pt" to="7.25pt,233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" strokecolor="#0d0d0d [3069]" strokeweight="2.5pt">
                <v:stroke joinstyle="miter"/>
              </v:line>
            </w:pict>
          </mc:Fallback>
        </mc:AlternateContent>
      </w:r>
      <w:r w:rsidR="00355069" w:rsidRP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Lean </w:t>
      </w:r>
      <w:r w:rsidR="00104F6B" w:rsidRP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manager</w:t>
      </w:r>
      <w:r w:rsidR="00EC0DA4" w:rsidRP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, </w:t>
      </w:r>
      <w:r w:rsidR="00355069" w:rsidRP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Global Business Services</w:t>
      </w:r>
      <w:r w:rsidR="00EC0DA4" w:rsidRP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="00104F6B" w:rsidRP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="00104F6B" w:rsidRP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="00A4328D" w:rsidRP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="00A4328D" w:rsidRP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="00104F6B" w:rsidRP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201</w:t>
      </w:r>
      <w:r w:rsidR="00355069" w:rsidRP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6</w:t>
      </w:r>
      <w:r w:rsidR="00067216" w:rsidRP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–</w:t>
      </w:r>
      <w:r w:rsidR="00355069" w:rsidRP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Present</w:t>
      </w:r>
    </w:p>
    <w:p w14:paraId="7E573387" w14:textId="1BF2CAA8" w:rsidR="00355069" w:rsidRPr="00355069" w:rsidRDefault="00355069" w:rsidP="00247839">
      <w:pPr>
        <w:pStyle w:val="Felsorols1"/>
        <w:numPr>
          <w:ilvl w:val="0"/>
          <w:numId w:val="2"/>
        </w:numPr>
        <w:spacing w:line="240" w:lineRule="auto"/>
        <w:ind w:left="0" w:firstLine="567"/>
        <w:rPr>
          <w:noProof/>
          <w:color w:val="595959" w:themeColor="text1" w:themeTint="A6"/>
          <w:sz w:val="24"/>
          <w:szCs w:val="24"/>
        </w:rPr>
      </w:pPr>
      <w:r w:rsidRPr="00355069">
        <w:rPr>
          <w:sz w:val="24"/>
          <w:lang w:val="en-US"/>
        </w:rPr>
        <w:t xml:space="preserve"> </w:t>
      </w:r>
      <w:r w:rsidRPr="00355069">
        <w:rPr>
          <w:noProof/>
          <w:color w:val="595959" w:themeColor="text1" w:themeTint="A6"/>
          <w:sz w:val="24"/>
          <w:szCs w:val="24"/>
        </w:rPr>
        <w:t>Drive Continuous Improvement in GBS</w:t>
      </w:r>
    </w:p>
    <w:p w14:paraId="215EF1B5" w14:textId="57D48AA4" w:rsidR="00355069" w:rsidRPr="00355069" w:rsidRDefault="00355069" w:rsidP="00247839">
      <w:pPr>
        <w:pStyle w:val="Felsorols1"/>
        <w:numPr>
          <w:ilvl w:val="0"/>
          <w:numId w:val="2"/>
        </w:numPr>
        <w:spacing w:line="240" w:lineRule="auto"/>
        <w:ind w:left="0" w:firstLine="567"/>
        <w:rPr>
          <w:noProof/>
          <w:color w:val="595959" w:themeColor="text1" w:themeTint="A6"/>
          <w:sz w:val="24"/>
          <w:szCs w:val="24"/>
        </w:rPr>
      </w:pPr>
      <w:r w:rsidRPr="00355069">
        <w:rPr>
          <w:noProof/>
          <w:color w:val="595959" w:themeColor="text1" w:themeTint="A6"/>
          <w:sz w:val="24"/>
          <w:szCs w:val="24"/>
        </w:rPr>
        <w:t>In multiple sites, Budapest and Chennai, India with a span of 300 associates</w:t>
      </w:r>
    </w:p>
    <w:p w14:paraId="6F883540" w14:textId="4C554AC0" w:rsidR="00104F6B" w:rsidRPr="00355069" w:rsidRDefault="00EA77CC" w:rsidP="0056452A">
      <w:pPr>
        <w:pStyle w:val="H2"/>
        <w:tabs>
          <w:tab w:val="left" w:pos="567"/>
        </w:tabs>
        <w:spacing w:before="120" w:line="240" w:lineRule="auto"/>
        <w:ind w:left="624"/>
        <w:rPr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</w:pPr>
      <w:r w:rsidRPr="00EC0DA4">
        <w:rPr>
          <w:noProof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63551" behindDoc="0" locked="0" layoutInCell="1" allowOverlap="1" wp14:anchorId="4560E7B8" wp14:editId="7D4A48EC">
                <wp:simplePos x="0" y="0"/>
                <wp:positionH relativeFrom="column">
                  <wp:posOffset>2540</wp:posOffset>
                </wp:positionH>
                <wp:positionV relativeFrom="paragraph">
                  <wp:posOffset>48895</wp:posOffset>
                </wp:positionV>
                <wp:extent cx="189230" cy="189230"/>
                <wp:effectExtent l="0" t="0" r="1270" b="1270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92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B1F6A9" id="Oval 36" o:spid="_x0000_s1026" style="position:absolute;margin-left:.2pt;margin-top:3.85pt;width:14.9pt;height:14.9pt;z-index:2518635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" fillcolor="#404040 [2429]" stroked="f" strokeweight="1pt">
                <v:stroke joinstyle="miter"/>
              </v:oval>
            </w:pict>
          </mc:Fallback>
        </mc:AlternateContent>
      </w:r>
      <w:r w:rsid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Lean supervisor</w:t>
      </w:r>
      <w:r w:rsidR="00EC0DA4" w:rsidRP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, </w:t>
      </w:r>
      <w:r w:rsidR="00D726FB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Baseline Ltd. </w:t>
      </w:r>
      <w:r w:rsidR="00650A95" w:rsidRP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="00A4328D" w:rsidRP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="00A4328D" w:rsidRP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="00D726FB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="00D726FB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="00D726FB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="00650A95" w:rsidRP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201</w:t>
      </w:r>
      <w:r w:rsidR="00D726FB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3</w:t>
      </w:r>
      <w:r w:rsidR="00067216" w:rsidRP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–</w:t>
      </w:r>
      <w:r w:rsidR="00650A95" w:rsidRPr="00355069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201</w:t>
      </w:r>
      <w:r w:rsidR="00D726FB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6</w:t>
      </w:r>
    </w:p>
    <w:p w14:paraId="1B1B843E" w14:textId="77777777" w:rsidR="00D726FB" w:rsidRPr="00DA52FA" w:rsidRDefault="00D726FB" w:rsidP="00247839">
      <w:pPr>
        <w:pStyle w:val="Felsorols1"/>
        <w:numPr>
          <w:ilvl w:val="0"/>
          <w:numId w:val="2"/>
        </w:numPr>
        <w:spacing w:line="240" w:lineRule="auto"/>
        <w:ind w:left="567" w:firstLine="0"/>
        <w:rPr>
          <w:sz w:val="24"/>
          <w:lang w:val="en-US"/>
        </w:rPr>
      </w:pPr>
      <w:r w:rsidRPr="00DA52FA">
        <w:rPr>
          <w:sz w:val="24"/>
          <w:lang w:val="en-US"/>
        </w:rPr>
        <w:t>Building Continuous Improvement Roadmap in BASELINE, driving a set of Kaizen Events in P2P, O2C, R2R, aligned with Business priorities</w:t>
      </w:r>
    </w:p>
    <w:p w14:paraId="09ACF24D" w14:textId="77777777" w:rsidR="00D726FB" w:rsidRPr="00DA52FA" w:rsidRDefault="00D726FB" w:rsidP="00247839">
      <w:pPr>
        <w:pStyle w:val="Felsorols1"/>
        <w:numPr>
          <w:ilvl w:val="0"/>
          <w:numId w:val="2"/>
        </w:numPr>
        <w:spacing w:line="240" w:lineRule="auto"/>
        <w:ind w:left="0" w:firstLine="567"/>
        <w:rPr>
          <w:sz w:val="24"/>
          <w:lang w:val="en-US"/>
        </w:rPr>
      </w:pPr>
      <w:r w:rsidRPr="00DA52FA">
        <w:rPr>
          <w:sz w:val="24"/>
          <w:lang w:val="en-US"/>
        </w:rPr>
        <w:t>Achieved productivity impact equal to 23 FTEs (Full Time Equivalent) or $550k</w:t>
      </w:r>
    </w:p>
    <w:p w14:paraId="124C7B1B" w14:textId="28B51D64" w:rsidR="00D726FB" w:rsidRPr="00D726FB" w:rsidRDefault="00D726FB" w:rsidP="00247839">
      <w:pPr>
        <w:pStyle w:val="Felsorols1"/>
        <w:numPr>
          <w:ilvl w:val="0"/>
          <w:numId w:val="2"/>
        </w:numPr>
        <w:spacing w:line="240" w:lineRule="auto"/>
        <w:ind w:left="0" w:firstLine="567"/>
        <w:rPr>
          <w:sz w:val="24"/>
          <w:lang w:val="en-US"/>
        </w:rPr>
      </w:pPr>
      <w:r w:rsidRPr="00DA52FA">
        <w:rPr>
          <w:sz w:val="24"/>
          <w:lang w:val="en-US"/>
        </w:rPr>
        <w:t>Developed, organized and rolled out Yellow Belt Training program</w:t>
      </w:r>
    </w:p>
    <w:p w14:paraId="08407320" w14:textId="47355880" w:rsidR="00104F6B" w:rsidRPr="00EA77CC" w:rsidRDefault="00EA77CC" w:rsidP="0056452A">
      <w:pPr>
        <w:pStyle w:val="H2"/>
        <w:tabs>
          <w:tab w:val="left" w:pos="567"/>
        </w:tabs>
        <w:spacing w:before="120" w:line="240" w:lineRule="auto"/>
        <w:ind w:left="624"/>
        <w:rPr>
          <w:b/>
          <w:bCs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</w:pPr>
      <w:r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64575" behindDoc="0" locked="0" layoutInCell="1" allowOverlap="1" wp14:anchorId="540EB6CD" wp14:editId="1E23E63F">
                <wp:simplePos x="0" y="0"/>
                <wp:positionH relativeFrom="column">
                  <wp:posOffset>0</wp:posOffset>
                </wp:positionH>
                <wp:positionV relativeFrom="paragraph">
                  <wp:posOffset>48260</wp:posOffset>
                </wp:positionV>
                <wp:extent cx="189230" cy="189230"/>
                <wp:effectExtent l="0" t="0" r="1270" b="1270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92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66823D" id="Oval 37" o:spid="_x0000_s1026" style="position:absolute;margin-left:0;margin-top:3.8pt;width:14.9pt;height:14.9pt;z-index:2518645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" fillcolor="#404040 [2429]" stroked="f" strokeweight="1pt">
                <v:stroke joinstyle="miter"/>
              </v:oval>
            </w:pict>
          </mc:Fallback>
        </mc:AlternateContent>
      </w:r>
      <w:r w:rsidR="00D726FB"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Quality Coordinator</w:t>
      </w:r>
      <w:r w:rsidR="00EC0DA4"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, </w:t>
      </w:r>
      <w:r w:rsidR="00D726FB"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Baseline Ltd. </w:t>
      </w:r>
      <w:r w:rsidR="00104F6B"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="00A4328D"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="00A4328D"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="00A4328D"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="00104F6B"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</w:t>
      </w:r>
      <w:r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12</w:t>
      </w:r>
      <w:r w:rsidR="00067216"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–</w:t>
      </w:r>
      <w:r w:rsidR="00104F6B"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201</w:t>
      </w:r>
      <w:r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3</w:t>
      </w:r>
    </w:p>
    <w:p w14:paraId="7B6E9DBF" w14:textId="7E1F6C21" w:rsidR="00D726FB" w:rsidRPr="00EA77CC" w:rsidRDefault="00D726FB" w:rsidP="00247839">
      <w:pPr>
        <w:pStyle w:val="Felsorols1"/>
        <w:numPr>
          <w:ilvl w:val="0"/>
          <w:numId w:val="2"/>
        </w:numPr>
        <w:spacing w:line="240" w:lineRule="auto"/>
        <w:ind w:left="0" w:firstLine="567"/>
        <w:rPr>
          <w:sz w:val="24"/>
          <w:lang w:val="en-US"/>
        </w:rPr>
      </w:pPr>
      <w:r w:rsidRPr="00DA52FA">
        <w:rPr>
          <w:sz w:val="24"/>
          <w:lang w:val="en-US"/>
        </w:rPr>
        <w:t>Responsible for running the ISO 9001 Quality Management System on site</w:t>
      </w:r>
    </w:p>
    <w:p w14:paraId="5321A536" w14:textId="168432FD" w:rsidR="00104F6B" w:rsidRPr="00EA77CC" w:rsidRDefault="00EA77CC" w:rsidP="0056452A">
      <w:pPr>
        <w:pStyle w:val="H2"/>
        <w:tabs>
          <w:tab w:val="left" w:pos="567"/>
        </w:tabs>
        <w:spacing w:before="120" w:line="240" w:lineRule="auto"/>
        <w:ind w:left="624"/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</w:pPr>
      <w:r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917823" behindDoc="0" locked="0" layoutInCell="1" allowOverlap="1" wp14:anchorId="1EF1615E" wp14:editId="1CC9B762">
                <wp:simplePos x="0" y="0"/>
                <wp:positionH relativeFrom="column">
                  <wp:posOffset>0</wp:posOffset>
                </wp:positionH>
                <wp:positionV relativeFrom="paragraph">
                  <wp:posOffset>63500</wp:posOffset>
                </wp:positionV>
                <wp:extent cx="189230" cy="189230"/>
                <wp:effectExtent l="0" t="0" r="1270" b="1270"/>
                <wp:wrapNone/>
                <wp:docPr id="8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92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AA4386" id="Oval 37" o:spid="_x0000_s1026" style="position:absolute;margin-left:0;margin-top:5pt;width:14.9pt;height:14.9pt;z-index:2519178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" fillcolor="#404040 [2429]" stroked="f" strokeweight="1pt">
                <v:stroke joinstyle="miter"/>
              </v:oval>
            </w:pict>
          </mc:Fallback>
        </mc:AlternateContent>
      </w:r>
      <w:r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Accounts Payable Team Leader</w:t>
      </w:r>
      <w:r w:rsidR="00EC0DA4"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, </w:t>
      </w:r>
      <w:r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Genetics Hungary Ltd.</w:t>
      </w:r>
      <w:r w:rsidR="00104F6B"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="00A4328D"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="00A4328D"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="00EC0DA4"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ab/>
      </w:r>
      <w:r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2011</w:t>
      </w:r>
      <w:r w:rsidR="00067216"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–</w:t>
      </w:r>
      <w:r w:rsidR="00104F6B"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</w:t>
      </w:r>
      <w:r w:rsidRPr="00EA77CC">
        <w:rPr>
          <w:b/>
          <w:bCs/>
          <w:caps w:val="0"/>
          <w:noProof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12</w:t>
      </w:r>
    </w:p>
    <w:p w14:paraId="68C5DD63" w14:textId="444F5456" w:rsidR="00EA77CC" w:rsidRDefault="00EA77CC" w:rsidP="00247839">
      <w:pPr>
        <w:pStyle w:val="Felsorols1"/>
        <w:numPr>
          <w:ilvl w:val="0"/>
          <w:numId w:val="2"/>
        </w:numPr>
        <w:spacing w:line="240" w:lineRule="auto"/>
        <w:ind w:left="567" w:firstLine="0"/>
        <w:rPr>
          <w:sz w:val="24"/>
          <w:lang w:val="en-US"/>
        </w:rPr>
      </w:pPr>
      <w:r w:rsidRPr="00DA52FA">
        <w:rPr>
          <w:sz w:val="24"/>
          <w:lang w:val="en-US"/>
        </w:rPr>
        <w:t>Leading AP team of 22 people, 16 EMEA countries, including AP Entry, Intercompany, 3-way match resolution.</w:t>
      </w:r>
    </w:p>
    <w:p w14:paraId="1B7E5467" w14:textId="77777777" w:rsidR="0056452A" w:rsidRDefault="0056452A" w:rsidP="00EA77CC">
      <w:pPr>
        <w:pStyle w:val="Felsorols1"/>
        <w:numPr>
          <w:ilvl w:val="0"/>
          <w:numId w:val="0"/>
        </w:numPr>
        <w:spacing w:line="240" w:lineRule="auto"/>
        <w:ind w:left="360" w:hanging="360"/>
        <w:rPr>
          <w:sz w:val="24"/>
          <w:lang w:val="en-US"/>
        </w:rPr>
      </w:pPr>
    </w:p>
    <w:p w14:paraId="4D38CBAB" w14:textId="6987D835" w:rsidR="00EA77CC" w:rsidRDefault="00EA77CC" w:rsidP="00EA77CC">
      <w:pPr>
        <w:pStyle w:val="Felsorols1"/>
        <w:numPr>
          <w:ilvl w:val="0"/>
          <w:numId w:val="0"/>
        </w:numPr>
        <w:spacing w:line="240" w:lineRule="auto"/>
        <w:ind w:left="360" w:hanging="360"/>
        <w:rPr>
          <w:sz w:val="24"/>
          <w:lang w:val="en-US"/>
        </w:rPr>
      </w:pPr>
      <w:r w:rsidRPr="00F44894">
        <w:rPr>
          <w:noProof/>
          <w:szCs w:val="22"/>
        </w:rPr>
        <w:drawing>
          <wp:anchor distT="0" distB="0" distL="114300" distR="114300" simplePos="0" relativeHeight="251868671" behindDoc="0" locked="0" layoutInCell="1" allowOverlap="1" wp14:anchorId="5A29E545" wp14:editId="7F446C3B">
            <wp:simplePos x="0" y="0"/>
            <wp:positionH relativeFrom="column">
              <wp:posOffset>90805</wp:posOffset>
            </wp:positionH>
            <wp:positionV relativeFrom="paragraph">
              <wp:posOffset>44450</wp:posOffset>
            </wp:positionV>
            <wp:extent cx="3371850" cy="386080"/>
            <wp:effectExtent l="0" t="0" r="6350" b="0"/>
            <wp:wrapNone/>
            <wp:docPr id="19" name="Graphic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4894">
        <w:rPr>
          <w:noProof/>
        </w:rPr>
        <mc:AlternateContent>
          <mc:Choice Requires="wps">
            <w:drawing>
              <wp:anchor distT="0" distB="0" distL="114300" distR="114300" simplePos="0" relativeHeight="251885055" behindDoc="0" locked="0" layoutInCell="1" allowOverlap="1" wp14:anchorId="7A21F18D" wp14:editId="444163BD">
                <wp:simplePos x="0" y="0"/>
                <wp:positionH relativeFrom="column">
                  <wp:posOffset>368300</wp:posOffset>
                </wp:positionH>
                <wp:positionV relativeFrom="paragraph">
                  <wp:posOffset>86995</wp:posOffset>
                </wp:positionV>
                <wp:extent cx="2705100" cy="347980"/>
                <wp:effectExtent l="0" t="0" r="0" b="0"/>
                <wp:wrapNone/>
                <wp:docPr id="22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2D795C" w14:textId="04C999CD" w:rsidR="00F44894" w:rsidRPr="00742DFB" w:rsidRDefault="00EA77CC" w:rsidP="00F44894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EDUCATION</w:t>
                            </w:r>
                          </w:p>
                          <w:p w14:paraId="3F95BD6D" w14:textId="77777777" w:rsidR="00F44894" w:rsidRPr="00742DFB" w:rsidRDefault="00F44894" w:rsidP="00F44894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6E90D3DD" w14:textId="77777777" w:rsidR="00F44894" w:rsidRPr="00742DFB" w:rsidRDefault="00F44894" w:rsidP="00F44894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1F18D" id="_x0000_s1035" type="#_x0000_t202" style="position:absolute;left:0;text-align:left;margin-left:29pt;margin-top:6.85pt;width:213pt;height:27.4pt;z-index:2518850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" filled="f" stroked="f" strokeweight=".5pt">
                <v:textbox>
                  <w:txbxContent>
                    <w:p w14:paraId="642D795C" w14:textId="04C999CD" w:rsidR="00F44894" w:rsidRPr="00742DFB" w:rsidRDefault="00EA77CC" w:rsidP="00F44894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EDUCATION</w:t>
                      </w:r>
                    </w:p>
                    <w:p w14:paraId="3F95BD6D" w14:textId="77777777" w:rsidR="00F44894" w:rsidRPr="00742DFB" w:rsidRDefault="00F44894" w:rsidP="00F44894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</w:p>
                    <w:p w14:paraId="6E90D3DD" w14:textId="77777777" w:rsidR="00F44894" w:rsidRPr="00742DFB" w:rsidRDefault="00F44894" w:rsidP="00F44894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46D8B2" w14:textId="1D2A7788" w:rsidR="00EA77CC" w:rsidRDefault="00EA77CC" w:rsidP="00EA77CC">
      <w:pPr>
        <w:pStyle w:val="Felsorols1"/>
        <w:numPr>
          <w:ilvl w:val="0"/>
          <w:numId w:val="0"/>
        </w:numPr>
        <w:spacing w:line="240" w:lineRule="auto"/>
        <w:rPr>
          <w:sz w:val="24"/>
          <w:lang w:val="en-US"/>
        </w:rPr>
      </w:pPr>
    </w:p>
    <w:p w14:paraId="01385282" w14:textId="77777777" w:rsidR="00EA77CC" w:rsidRPr="00EA77CC" w:rsidRDefault="00EA77CC" w:rsidP="00EA77CC">
      <w:pPr>
        <w:pStyle w:val="Felsorols1"/>
        <w:numPr>
          <w:ilvl w:val="0"/>
          <w:numId w:val="0"/>
        </w:numPr>
        <w:spacing w:line="240" w:lineRule="auto"/>
        <w:rPr>
          <w:sz w:val="24"/>
          <w:lang w:val="en-US"/>
        </w:rPr>
      </w:pPr>
    </w:p>
    <w:p w14:paraId="3E5B4363" w14:textId="06C05FDE" w:rsidR="00EA77CC" w:rsidRPr="00EA77CC" w:rsidRDefault="00EA77CC" w:rsidP="00EA77CC">
      <w:pPr>
        <w:spacing w:before="120" w:after="120"/>
        <w:rPr>
          <w:rFonts w:ascii="Arial" w:eastAsia="Arial" w:hAnsi="Arial" w:cs="Arial"/>
          <w:color w:val="595959" w:themeColor="text1" w:themeTint="A6"/>
          <w:sz w:val="24"/>
          <w:lang w:val="en-US"/>
        </w:rPr>
      </w:pPr>
      <w:r w:rsidRPr="00EA77CC">
        <w:rPr>
          <w:rFonts w:ascii="Arial" w:hAnsi="Arial" w:cs="Arial"/>
          <w:b/>
          <w:color w:val="595959" w:themeColor="text1" w:themeTint="A6"/>
          <w:sz w:val="24"/>
          <w:lang w:val="en-US"/>
        </w:rPr>
        <w:t xml:space="preserve">Master Black Belt </w:t>
      </w:r>
      <w:r w:rsidRPr="00EA77CC">
        <w:rPr>
          <w:rFonts w:ascii="Arial" w:hAnsi="Arial" w:cs="Arial"/>
          <w:color w:val="595959" w:themeColor="text1" w:themeTint="A6"/>
          <w:sz w:val="24"/>
          <w:lang w:val="en-US"/>
        </w:rPr>
        <w:t xml:space="preserve">in Facilitating </w:t>
      </w:r>
      <w:bookmarkStart w:id="2" w:name="_GoBack"/>
      <w:r w:rsidRPr="00EA77CC">
        <w:rPr>
          <w:rFonts w:ascii="Arial" w:hAnsi="Arial" w:cs="Arial"/>
          <w:color w:val="595959" w:themeColor="text1" w:themeTint="A6"/>
          <w:sz w:val="24"/>
          <w:lang w:val="en-US"/>
        </w:rPr>
        <w:t xml:space="preserve">Kaizen </w:t>
      </w:r>
      <w:bookmarkEnd w:id="2"/>
      <w:r w:rsidRPr="00EA77CC">
        <w:rPr>
          <w:rFonts w:ascii="Arial" w:hAnsi="Arial" w:cs="Arial"/>
          <w:color w:val="595959" w:themeColor="text1" w:themeTint="A6"/>
          <w:sz w:val="24"/>
          <w:lang w:val="en-US"/>
        </w:rPr>
        <w:t>events (40+ Kaizen events facilitated)</w:t>
      </w:r>
    </w:p>
    <w:p w14:paraId="4E35151D" w14:textId="77777777" w:rsidR="00EA77CC" w:rsidRPr="007E30A8" w:rsidRDefault="00EA77CC" w:rsidP="00247839">
      <w:pPr>
        <w:pStyle w:val="Felsorols1"/>
        <w:numPr>
          <w:ilvl w:val="0"/>
          <w:numId w:val="2"/>
        </w:numPr>
        <w:spacing w:line="240" w:lineRule="auto"/>
        <w:ind w:left="0" w:firstLine="0"/>
        <w:rPr>
          <w:sz w:val="24"/>
          <w:lang w:val="en-US"/>
        </w:rPr>
      </w:pPr>
      <w:r w:rsidRPr="007E30A8">
        <w:rPr>
          <w:sz w:val="24"/>
          <w:lang w:val="en-US"/>
        </w:rPr>
        <w:t>Black Belt in Policy Deployment, Root Cause Countermeasures, VSM</w:t>
      </w:r>
    </w:p>
    <w:p w14:paraId="6577E5CE" w14:textId="2FE1224B" w:rsidR="00EA77CC" w:rsidRPr="007E30A8" w:rsidRDefault="00EA77CC" w:rsidP="00247839">
      <w:pPr>
        <w:pStyle w:val="Felsorols1"/>
        <w:numPr>
          <w:ilvl w:val="0"/>
          <w:numId w:val="2"/>
        </w:numPr>
        <w:spacing w:line="240" w:lineRule="auto"/>
        <w:ind w:left="0" w:firstLine="0"/>
        <w:rPr>
          <w:sz w:val="24"/>
          <w:lang w:val="en-US"/>
        </w:rPr>
      </w:pPr>
      <w:r w:rsidRPr="007E30A8">
        <w:rPr>
          <w:sz w:val="24"/>
          <w:lang w:val="en-US"/>
        </w:rPr>
        <w:t>Black Belt Trained and Tested, GB certified</w:t>
      </w:r>
    </w:p>
    <w:p w14:paraId="43B7FBBC" w14:textId="77777777" w:rsidR="00EA77CC" w:rsidRPr="007E30A8" w:rsidRDefault="00EA77CC" w:rsidP="00247839">
      <w:pPr>
        <w:pStyle w:val="Felsorols1"/>
        <w:numPr>
          <w:ilvl w:val="0"/>
          <w:numId w:val="2"/>
        </w:numPr>
        <w:spacing w:line="240" w:lineRule="auto"/>
        <w:ind w:left="0" w:firstLine="0"/>
        <w:rPr>
          <w:sz w:val="24"/>
          <w:lang w:val="en-US"/>
        </w:rPr>
      </w:pPr>
      <w:r w:rsidRPr="007E30A8">
        <w:rPr>
          <w:sz w:val="24"/>
          <w:lang w:val="en-US"/>
        </w:rPr>
        <w:t>Certified in Project Management, MPMP Inc.</w:t>
      </w:r>
    </w:p>
    <w:p w14:paraId="0441245B" w14:textId="23049482" w:rsidR="00EA77CC" w:rsidRPr="007E30A8" w:rsidRDefault="00EA77CC" w:rsidP="00247839">
      <w:pPr>
        <w:pStyle w:val="Felsorols1"/>
        <w:numPr>
          <w:ilvl w:val="0"/>
          <w:numId w:val="2"/>
        </w:numPr>
        <w:spacing w:line="240" w:lineRule="auto"/>
        <w:ind w:left="0" w:firstLine="0"/>
        <w:rPr>
          <w:sz w:val="24"/>
          <w:lang w:val="en-US"/>
        </w:rPr>
      </w:pPr>
      <w:r w:rsidRPr="007E30A8">
        <w:rPr>
          <w:sz w:val="24"/>
          <w:lang w:val="en-US"/>
        </w:rPr>
        <w:t>Bachelor Economist Degree in Finance Faculty (Certificate No. PPP XXX 1111)</w:t>
      </w:r>
    </w:p>
    <w:p w14:paraId="521C6E5B" w14:textId="77777777" w:rsidR="00EA77CC" w:rsidRPr="007E30A8" w:rsidRDefault="00EA77CC" w:rsidP="00247839">
      <w:pPr>
        <w:pStyle w:val="Felsorols1"/>
        <w:numPr>
          <w:ilvl w:val="0"/>
          <w:numId w:val="2"/>
        </w:numPr>
        <w:spacing w:line="240" w:lineRule="auto"/>
        <w:ind w:left="0" w:firstLine="0"/>
        <w:rPr>
          <w:sz w:val="24"/>
          <w:lang w:val="en-US"/>
        </w:rPr>
      </w:pPr>
      <w:r w:rsidRPr="007E30A8">
        <w:rPr>
          <w:sz w:val="24"/>
          <w:lang w:val="en-US"/>
        </w:rPr>
        <w:t xml:space="preserve">Budapest Business School – F&amp;A College, Institute of </w:t>
      </w:r>
      <w:proofErr w:type="spellStart"/>
      <w:r w:rsidRPr="007E30A8">
        <w:rPr>
          <w:sz w:val="24"/>
          <w:lang w:val="en-US"/>
        </w:rPr>
        <w:t>Zalaegerszeg</w:t>
      </w:r>
      <w:proofErr w:type="spellEnd"/>
    </w:p>
    <w:p w14:paraId="1822E16B" w14:textId="09F61E11" w:rsidR="002314C9" w:rsidRPr="007E30A8" w:rsidRDefault="00EA77CC" w:rsidP="00247839">
      <w:pPr>
        <w:pStyle w:val="Felsorols1"/>
        <w:numPr>
          <w:ilvl w:val="0"/>
          <w:numId w:val="2"/>
        </w:numPr>
        <w:spacing w:after="120" w:line="240" w:lineRule="auto"/>
        <w:ind w:left="0" w:firstLine="0"/>
        <w:rPr>
          <w:sz w:val="24"/>
          <w:lang w:val="en-US"/>
        </w:rPr>
      </w:pPr>
      <w:r w:rsidRPr="007E30A8">
        <w:rPr>
          <w:sz w:val="24"/>
          <w:lang w:val="en-US"/>
        </w:rPr>
        <w:t>Toastmasters Competent Communicator</w:t>
      </w:r>
    </w:p>
    <w:p w14:paraId="5FCCF1C4" w14:textId="5E5FDD97" w:rsidR="005327BC" w:rsidRDefault="005A67BA" w:rsidP="002314C9">
      <w:pPr>
        <w:pStyle w:val="Listaszerbekezds"/>
        <w:spacing w:before="120" w:line="240" w:lineRule="auto"/>
        <w:rPr>
          <w:rFonts w:ascii="Arial" w:hAnsi="Arial" w:cs="Arial"/>
          <w:b/>
          <w:noProof/>
          <w:color w:val="767171" w:themeColor="background2" w:themeShade="80"/>
        </w:rPr>
      </w:pPr>
      <w:r>
        <w:rPr>
          <w:noProof/>
        </w:rPr>
        <w:drawing>
          <wp:anchor distT="0" distB="0" distL="114300" distR="114300" simplePos="0" relativeHeight="251889151" behindDoc="0" locked="0" layoutInCell="1" allowOverlap="1" wp14:anchorId="50BBAFBF" wp14:editId="613BD3C4">
            <wp:simplePos x="0" y="0"/>
            <wp:positionH relativeFrom="column">
              <wp:posOffset>3810</wp:posOffset>
            </wp:positionH>
            <wp:positionV relativeFrom="paragraph">
              <wp:posOffset>57150</wp:posOffset>
            </wp:positionV>
            <wp:extent cx="3371850" cy="386080"/>
            <wp:effectExtent l="0" t="0" r="6350" b="0"/>
            <wp:wrapNone/>
            <wp:docPr id="62" name="Graphic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4894">
        <w:rPr>
          <w:noProof/>
        </w:rPr>
        <mc:AlternateContent>
          <mc:Choice Requires="wps">
            <w:drawing>
              <wp:anchor distT="0" distB="0" distL="114300" distR="114300" simplePos="0" relativeHeight="251891199" behindDoc="0" locked="0" layoutInCell="1" allowOverlap="1" wp14:anchorId="478E1C20" wp14:editId="41FC4F44">
                <wp:simplePos x="0" y="0"/>
                <wp:positionH relativeFrom="column">
                  <wp:posOffset>314325</wp:posOffset>
                </wp:positionH>
                <wp:positionV relativeFrom="paragraph">
                  <wp:posOffset>83319</wp:posOffset>
                </wp:positionV>
                <wp:extent cx="2705100" cy="347980"/>
                <wp:effectExtent l="0" t="0" r="0" b="0"/>
                <wp:wrapNone/>
                <wp:docPr id="29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6113A7" w14:textId="519E9A81" w:rsidR="00650A95" w:rsidRPr="005A67BA" w:rsidRDefault="007E30A8" w:rsidP="00650A95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Other</w:t>
                            </w:r>
                          </w:p>
                          <w:p w14:paraId="653BD764" w14:textId="77777777" w:rsidR="00650A95" w:rsidRPr="005A67BA" w:rsidRDefault="00650A95" w:rsidP="00650A95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43C2FC7B" w14:textId="77777777" w:rsidR="00650A95" w:rsidRPr="005A67BA" w:rsidRDefault="00650A95" w:rsidP="00650A95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E1C20" id="_x0000_s1036" type="#_x0000_t202" style="position:absolute;left:0;text-align:left;margin-left:24.75pt;margin-top:6.55pt;width:213pt;height:27.4pt;z-index:2518911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" filled="f" stroked="f" strokeweight=".5pt">
                <v:textbox>
                  <w:txbxContent>
                    <w:p w14:paraId="566113A7" w14:textId="519E9A81" w:rsidR="00650A95" w:rsidRPr="005A67BA" w:rsidRDefault="007E30A8" w:rsidP="00650A95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Other</w:t>
                      </w:r>
                    </w:p>
                    <w:p w14:paraId="653BD764" w14:textId="77777777" w:rsidR="00650A95" w:rsidRPr="005A67BA" w:rsidRDefault="00650A95" w:rsidP="00650A95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</w:p>
                    <w:p w14:paraId="43C2FC7B" w14:textId="77777777" w:rsidR="00650A95" w:rsidRPr="005A67BA" w:rsidRDefault="00650A95" w:rsidP="00650A95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C4E27E" w14:textId="77777777" w:rsidR="002314C9" w:rsidRPr="002314C9" w:rsidRDefault="002314C9" w:rsidP="002314C9">
      <w:pPr>
        <w:pStyle w:val="Listaszerbekezds"/>
        <w:spacing w:before="120" w:line="240" w:lineRule="auto"/>
        <w:rPr>
          <w:rFonts w:ascii="Arial" w:hAnsi="Arial" w:cs="Arial"/>
          <w:b/>
          <w:noProof/>
          <w:color w:val="767171" w:themeColor="background2" w:themeShade="80"/>
        </w:rPr>
      </w:pPr>
    </w:p>
    <w:p w14:paraId="37DBCD84" w14:textId="77777777" w:rsidR="007E30A8" w:rsidRPr="00DA52FA" w:rsidRDefault="007E30A8" w:rsidP="00247839">
      <w:pPr>
        <w:pStyle w:val="Felsorols1"/>
        <w:numPr>
          <w:ilvl w:val="0"/>
          <w:numId w:val="3"/>
        </w:numPr>
        <w:spacing w:line="240" w:lineRule="auto"/>
        <w:ind w:left="426"/>
        <w:rPr>
          <w:sz w:val="24"/>
          <w:lang w:val="en-US"/>
        </w:rPr>
      </w:pPr>
      <w:r w:rsidRPr="00DA52FA">
        <w:rPr>
          <w:sz w:val="24"/>
          <w:lang w:val="en-US"/>
        </w:rPr>
        <w:t>Written and verbal fluency in English (B2 level) and native Hungarian</w:t>
      </w:r>
    </w:p>
    <w:p w14:paraId="0668030B" w14:textId="77777777" w:rsidR="007E30A8" w:rsidRPr="00DA52FA" w:rsidRDefault="007E30A8" w:rsidP="00247839">
      <w:pPr>
        <w:pStyle w:val="Felsorols1"/>
        <w:numPr>
          <w:ilvl w:val="0"/>
          <w:numId w:val="3"/>
        </w:numPr>
        <w:spacing w:line="240" w:lineRule="auto"/>
        <w:ind w:left="426"/>
        <w:rPr>
          <w:sz w:val="24"/>
          <w:lang w:val="en-US"/>
        </w:rPr>
      </w:pPr>
      <w:r w:rsidRPr="00DA52FA">
        <w:rPr>
          <w:sz w:val="24"/>
          <w:lang w:val="en-US"/>
        </w:rPr>
        <w:t>Hobbies &amp; Community: Personal development. Served as Vice President Membership and Vice President of Leadership in Budapest Toastmasters</w:t>
      </w:r>
    </w:p>
    <w:p w14:paraId="1AA36FD8" w14:textId="108EFBC0" w:rsidR="0000091D" w:rsidRPr="00650A95" w:rsidRDefault="0000091D" w:rsidP="005A67BA">
      <w:pPr>
        <w:spacing w:after="0" w:line="240" w:lineRule="auto"/>
        <w:rPr>
          <w:rFonts w:ascii="Arial" w:hAnsi="Arial" w:cs="Arial"/>
          <w:b/>
          <w:noProof/>
          <w:color w:val="767171" w:themeColor="background2" w:themeShade="80"/>
        </w:rPr>
      </w:pPr>
    </w:p>
    <w:sectPr w:rsidR="0000091D" w:rsidRPr="00650A95" w:rsidSect="00046071">
      <w:headerReference w:type="default" r:id="rId18"/>
      <w:footerReference w:type="default" r:id="rId19"/>
      <w:type w:val="continuous"/>
      <w:pgSz w:w="11900" w:h="16840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E7C48" w14:textId="77777777" w:rsidR="00247839" w:rsidRDefault="00247839" w:rsidP="00840169">
      <w:pPr>
        <w:spacing w:after="0" w:line="240" w:lineRule="auto"/>
      </w:pPr>
      <w:r>
        <w:separator/>
      </w:r>
    </w:p>
  </w:endnote>
  <w:endnote w:type="continuationSeparator" w:id="0">
    <w:p w14:paraId="349CB212" w14:textId="77777777" w:rsidR="00247839" w:rsidRDefault="00247839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altName w:val="Arial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4F961" w14:textId="679C7F3E" w:rsidR="003124C1" w:rsidRDefault="003124C1">
    <w:pPr>
      <w:pStyle w:val="llb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9CA5DEA" wp14:editId="74D79E18">
          <wp:simplePos x="0" y="0"/>
          <wp:positionH relativeFrom="column">
            <wp:posOffset>-486382</wp:posOffset>
          </wp:positionH>
          <wp:positionV relativeFrom="paragraph">
            <wp:posOffset>-656631</wp:posOffset>
          </wp:positionV>
          <wp:extent cx="7620311" cy="1323716"/>
          <wp:effectExtent l="0" t="0" r="0" b="0"/>
          <wp:wrapNone/>
          <wp:docPr id="88" name="Graphic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footer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311" cy="13237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BB915" w14:textId="77777777" w:rsidR="00247839" w:rsidRDefault="00247839" w:rsidP="00840169">
      <w:pPr>
        <w:spacing w:after="0" w:line="240" w:lineRule="auto"/>
      </w:pPr>
      <w:r>
        <w:separator/>
      </w:r>
    </w:p>
  </w:footnote>
  <w:footnote w:type="continuationSeparator" w:id="0">
    <w:p w14:paraId="7973FE20" w14:textId="77777777" w:rsidR="00247839" w:rsidRDefault="00247839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25784" w14:textId="3D87D659" w:rsidR="00C54E28" w:rsidRDefault="00DC2D83">
    <w:pPr>
      <w:pStyle w:val="lfej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F36D659" wp14:editId="00AB87A1">
          <wp:simplePos x="0" y="0"/>
          <wp:positionH relativeFrom="column">
            <wp:posOffset>-505838</wp:posOffset>
          </wp:positionH>
          <wp:positionV relativeFrom="paragraph">
            <wp:posOffset>-199160</wp:posOffset>
          </wp:positionV>
          <wp:extent cx="7662249" cy="1331001"/>
          <wp:effectExtent l="0" t="0" r="0" b="0"/>
          <wp:wrapNone/>
          <wp:docPr id="3" name="Graphic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2249" cy="1331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C420B2" w14:textId="77777777" w:rsidR="00C54E28" w:rsidRDefault="00C54E2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32DED"/>
    <w:multiLevelType w:val="hybridMultilevel"/>
    <w:tmpl w:val="251E7032"/>
    <w:lvl w:ilvl="0" w:tplc="9DC641D6">
      <w:start w:val="1"/>
      <w:numFmt w:val="bullet"/>
      <w:pStyle w:val="Felsorols1"/>
      <w:lvlText w:val=""/>
      <w:lvlJc w:val="left"/>
      <w:pPr>
        <w:ind w:left="360" w:hanging="360"/>
      </w:pPr>
      <w:rPr>
        <w:rFonts w:ascii="Symbol" w:hAnsi="Symbol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1785C"/>
    <w:multiLevelType w:val="hybridMultilevel"/>
    <w:tmpl w:val="59A81C7C"/>
    <w:lvl w:ilvl="0" w:tplc="BE8CAFF8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  <w:color w:val="00AC99"/>
        <w:sz w:val="28"/>
        <w:szCs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8750E3"/>
    <w:multiLevelType w:val="hybridMultilevel"/>
    <w:tmpl w:val="C8027E5C"/>
    <w:lvl w:ilvl="0" w:tplc="098A5D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C99"/>
        <w:sz w:val="28"/>
        <w:szCs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E10"/>
    <w:rsid w:val="0000091D"/>
    <w:rsid w:val="000253A1"/>
    <w:rsid w:val="00030F0C"/>
    <w:rsid w:val="00046071"/>
    <w:rsid w:val="00050DE4"/>
    <w:rsid w:val="00051835"/>
    <w:rsid w:val="00067216"/>
    <w:rsid w:val="00082262"/>
    <w:rsid w:val="00095496"/>
    <w:rsid w:val="000958B4"/>
    <w:rsid w:val="00095971"/>
    <w:rsid w:val="000D4E38"/>
    <w:rsid w:val="000D7B0F"/>
    <w:rsid w:val="000F600E"/>
    <w:rsid w:val="00104F6B"/>
    <w:rsid w:val="00122C3A"/>
    <w:rsid w:val="001254B5"/>
    <w:rsid w:val="00126003"/>
    <w:rsid w:val="0014241F"/>
    <w:rsid w:val="0015782A"/>
    <w:rsid w:val="001675FB"/>
    <w:rsid w:val="0017084B"/>
    <w:rsid w:val="001751AF"/>
    <w:rsid w:val="00180612"/>
    <w:rsid w:val="00181C04"/>
    <w:rsid w:val="001B041C"/>
    <w:rsid w:val="001B59F5"/>
    <w:rsid w:val="001B5ECC"/>
    <w:rsid w:val="001B6325"/>
    <w:rsid w:val="001C359C"/>
    <w:rsid w:val="001D1A66"/>
    <w:rsid w:val="001D3527"/>
    <w:rsid w:val="001D6D4B"/>
    <w:rsid w:val="001E094E"/>
    <w:rsid w:val="001E2F89"/>
    <w:rsid w:val="002072A1"/>
    <w:rsid w:val="00215E8A"/>
    <w:rsid w:val="002314C9"/>
    <w:rsid w:val="00247839"/>
    <w:rsid w:val="00251F48"/>
    <w:rsid w:val="00254F32"/>
    <w:rsid w:val="00257029"/>
    <w:rsid w:val="002A1518"/>
    <w:rsid w:val="002A4462"/>
    <w:rsid w:val="002D2894"/>
    <w:rsid w:val="002D394E"/>
    <w:rsid w:val="002E136B"/>
    <w:rsid w:val="00306426"/>
    <w:rsid w:val="00310F5D"/>
    <w:rsid w:val="0031128D"/>
    <w:rsid w:val="003124C1"/>
    <w:rsid w:val="003313EC"/>
    <w:rsid w:val="003348D9"/>
    <w:rsid w:val="00335A72"/>
    <w:rsid w:val="00340F83"/>
    <w:rsid w:val="003433E0"/>
    <w:rsid w:val="00350037"/>
    <w:rsid w:val="00355069"/>
    <w:rsid w:val="00376EAD"/>
    <w:rsid w:val="00390E10"/>
    <w:rsid w:val="00390E3E"/>
    <w:rsid w:val="003B53E1"/>
    <w:rsid w:val="003C0B8F"/>
    <w:rsid w:val="003E15CB"/>
    <w:rsid w:val="003F3444"/>
    <w:rsid w:val="003F59CC"/>
    <w:rsid w:val="00401FD4"/>
    <w:rsid w:val="00405FB1"/>
    <w:rsid w:val="00425F23"/>
    <w:rsid w:val="00430454"/>
    <w:rsid w:val="004336B8"/>
    <w:rsid w:val="0043658D"/>
    <w:rsid w:val="0044427C"/>
    <w:rsid w:val="004516A3"/>
    <w:rsid w:val="00456E1B"/>
    <w:rsid w:val="004615AB"/>
    <w:rsid w:val="0046176F"/>
    <w:rsid w:val="00465D98"/>
    <w:rsid w:val="00477992"/>
    <w:rsid w:val="004A7D8D"/>
    <w:rsid w:val="004B394C"/>
    <w:rsid w:val="004C2A33"/>
    <w:rsid w:val="004D2CDA"/>
    <w:rsid w:val="004D7D58"/>
    <w:rsid w:val="004E4EAF"/>
    <w:rsid w:val="0051412C"/>
    <w:rsid w:val="00516A47"/>
    <w:rsid w:val="005319E8"/>
    <w:rsid w:val="005327BC"/>
    <w:rsid w:val="00537E9F"/>
    <w:rsid w:val="005555DC"/>
    <w:rsid w:val="0056452A"/>
    <w:rsid w:val="00572825"/>
    <w:rsid w:val="00577D3F"/>
    <w:rsid w:val="005846BA"/>
    <w:rsid w:val="00585EA9"/>
    <w:rsid w:val="005A1430"/>
    <w:rsid w:val="005A163F"/>
    <w:rsid w:val="005A67BA"/>
    <w:rsid w:val="005C5FD4"/>
    <w:rsid w:val="005D056B"/>
    <w:rsid w:val="005E29C5"/>
    <w:rsid w:val="005E5C63"/>
    <w:rsid w:val="005F1722"/>
    <w:rsid w:val="00610E16"/>
    <w:rsid w:val="006112DC"/>
    <w:rsid w:val="0063396B"/>
    <w:rsid w:val="0063766B"/>
    <w:rsid w:val="00650A95"/>
    <w:rsid w:val="00654522"/>
    <w:rsid w:val="006563D2"/>
    <w:rsid w:val="006668E5"/>
    <w:rsid w:val="006A3B62"/>
    <w:rsid w:val="006A7525"/>
    <w:rsid w:val="006B1B02"/>
    <w:rsid w:val="006D45F4"/>
    <w:rsid w:val="006D4C81"/>
    <w:rsid w:val="006F3B11"/>
    <w:rsid w:val="006F7AC3"/>
    <w:rsid w:val="00724500"/>
    <w:rsid w:val="0072519B"/>
    <w:rsid w:val="007402D9"/>
    <w:rsid w:val="00741945"/>
    <w:rsid w:val="00742DFB"/>
    <w:rsid w:val="00763F0F"/>
    <w:rsid w:val="00771628"/>
    <w:rsid w:val="00785D53"/>
    <w:rsid w:val="007A17FD"/>
    <w:rsid w:val="007C27D0"/>
    <w:rsid w:val="007C3D2B"/>
    <w:rsid w:val="007D21E3"/>
    <w:rsid w:val="007D566D"/>
    <w:rsid w:val="007E30A8"/>
    <w:rsid w:val="007E4218"/>
    <w:rsid w:val="007E66BB"/>
    <w:rsid w:val="007F57BE"/>
    <w:rsid w:val="007F6D64"/>
    <w:rsid w:val="00820476"/>
    <w:rsid w:val="00823426"/>
    <w:rsid w:val="00824F70"/>
    <w:rsid w:val="00826C30"/>
    <w:rsid w:val="00835D7B"/>
    <w:rsid w:val="00840169"/>
    <w:rsid w:val="008518A7"/>
    <w:rsid w:val="008646FF"/>
    <w:rsid w:val="00872FEC"/>
    <w:rsid w:val="0087768E"/>
    <w:rsid w:val="008916B0"/>
    <w:rsid w:val="008A4FF1"/>
    <w:rsid w:val="008B35DC"/>
    <w:rsid w:val="008B5614"/>
    <w:rsid w:val="008B7C3A"/>
    <w:rsid w:val="008E2295"/>
    <w:rsid w:val="008E67B6"/>
    <w:rsid w:val="009047CC"/>
    <w:rsid w:val="00937847"/>
    <w:rsid w:val="009538BA"/>
    <w:rsid w:val="0096434D"/>
    <w:rsid w:val="00971B4F"/>
    <w:rsid w:val="00973EC2"/>
    <w:rsid w:val="00977CDD"/>
    <w:rsid w:val="00980070"/>
    <w:rsid w:val="00984001"/>
    <w:rsid w:val="0099127C"/>
    <w:rsid w:val="009C0AE2"/>
    <w:rsid w:val="009C10F0"/>
    <w:rsid w:val="00A05007"/>
    <w:rsid w:val="00A215F1"/>
    <w:rsid w:val="00A2419C"/>
    <w:rsid w:val="00A4328D"/>
    <w:rsid w:val="00A44656"/>
    <w:rsid w:val="00A60B4D"/>
    <w:rsid w:val="00A725F2"/>
    <w:rsid w:val="00A73C14"/>
    <w:rsid w:val="00AB0839"/>
    <w:rsid w:val="00AB3512"/>
    <w:rsid w:val="00AB519A"/>
    <w:rsid w:val="00AC6EAB"/>
    <w:rsid w:val="00AE24E4"/>
    <w:rsid w:val="00B376EC"/>
    <w:rsid w:val="00B4758C"/>
    <w:rsid w:val="00B83AED"/>
    <w:rsid w:val="00B878FD"/>
    <w:rsid w:val="00B93E47"/>
    <w:rsid w:val="00BA75FA"/>
    <w:rsid w:val="00BC18E3"/>
    <w:rsid w:val="00BC4FFC"/>
    <w:rsid w:val="00BC5768"/>
    <w:rsid w:val="00BD4B59"/>
    <w:rsid w:val="00BE49A4"/>
    <w:rsid w:val="00C00EB7"/>
    <w:rsid w:val="00C1571B"/>
    <w:rsid w:val="00C31524"/>
    <w:rsid w:val="00C33DDF"/>
    <w:rsid w:val="00C406A7"/>
    <w:rsid w:val="00C54E28"/>
    <w:rsid w:val="00C71C9D"/>
    <w:rsid w:val="00C90A72"/>
    <w:rsid w:val="00C94EB4"/>
    <w:rsid w:val="00CD4152"/>
    <w:rsid w:val="00CE5845"/>
    <w:rsid w:val="00CF4BDD"/>
    <w:rsid w:val="00CF5407"/>
    <w:rsid w:val="00D019BE"/>
    <w:rsid w:val="00D020DA"/>
    <w:rsid w:val="00D03B9C"/>
    <w:rsid w:val="00D047BC"/>
    <w:rsid w:val="00D0588C"/>
    <w:rsid w:val="00D27447"/>
    <w:rsid w:val="00D47E57"/>
    <w:rsid w:val="00D62DFF"/>
    <w:rsid w:val="00D726FB"/>
    <w:rsid w:val="00D90875"/>
    <w:rsid w:val="00D95E64"/>
    <w:rsid w:val="00DB3724"/>
    <w:rsid w:val="00DB5C68"/>
    <w:rsid w:val="00DC2D83"/>
    <w:rsid w:val="00DC59C8"/>
    <w:rsid w:val="00DC7C90"/>
    <w:rsid w:val="00DF4030"/>
    <w:rsid w:val="00DF7E9F"/>
    <w:rsid w:val="00E05A8D"/>
    <w:rsid w:val="00E12C79"/>
    <w:rsid w:val="00E13C03"/>
    <w:rsid w:val="00E22514"/>
    <w:rsid w:val="00E32C43"/>
    <w:rsid w:val="00E42E44"/>
    <w:rsid w:val="00E4415D"/>
    <w:rsid w:val="00E47F2C"/>
    <w:rsid w:val="00E55FCD"/>
    <w:rsid w:val="00E567BB"/>
    <w:rsid w:val="00E645F5"/>
    <w:rsid w:val="00E76F08"/>
    <w:rsid w:val="00E841F7"/>
    <w:rsid w:val="00EA77CC"/>
    <w:rsid w:val="00EC0DA4"/>
    <w:rsid w:val="00EC21E2"/>
    <w:rsid w:val="00EC5376"/>
    <w:rsid w:val="00EC6313"/>
    <w:rsid w:val="00EE7244"/>
    <w:rsid w:val="00EF2B75"/>
    <w:rsid w:val="00F35396"/>
    <w:rsid w:val="00F41205"/>
    <w:rsid w:val="00F44894"/>
    <w:rsid w:val="00F47A9D"/>
    <w:rsid w:val="00F549C8"/>
    <w:rsid w:val="00F65699"/>
    <w:rsid w:val="00F8074E"/>
    <w:rsid w:val="00F82F42"/>
    <w:rsid w:val="00F83A20"/>
    <w:rsid w:val="00F840F9"/>
    <w:rsid w:val="00F86620"/>
    <w:rsid w:val="00F938D2"/>
    <w:rsid w:val="00FC1802"/>
    <w:rsid w:val="00FC5A56"/>
    <w:rsid w:val="00FD358B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D7B70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basedOn w:val="Norml"/>
    <w:qFormat/>
    <w:rsid w:val="00AB0839"/>
    <w:pPr>
      <w:jc w:val="center"/>
    </w:pPr>
    <w:rPr>
      <w:rFonts w:ascii="Arial" w:hAnsi="Arial" w:cs="Arial"/>
      <w:b/>
      <w:bCs/>
      <w:caps/>
      <w:color w:val="0D0D0D" w:themeColor="text1" w:themeTint="F2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840169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unhideWhenUsed/>
    <w:rsid w:val="008401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basedOn w:val="Norml"/>
    <w:next w:val="Alcm"/>
    <w:qFormat/>
    <w:rsid w:val="00AB0839"/>
    <w:pPr>
      <w:spacing w:after="0" w:line="240" w:lineRule="auto"/>
      <w:jc w:val="center"/>
    </w:pPr>
    <w:rPr>
      <w:rFonts w:ascii="Arial" w:hAnsi="Arial" w:cs="Arial"/>
      <w:b/>
      <w:bCs/>
      <w:caps/>
      <w:color w:val="0D0D0D" w:themeColor="text1" w:themeTint="F2"/>
      <w:spacing w:val="10"/>
      <w:sz w:val="34"/>
      <w:szCs w:val="34"/>
    </w:rPr>
  </w:style>
  <w:style w:type="paragraph" w:customStyle="1" w:styleId="H1">
    <w:name w:val="H1"/>
    <w:basedOn w:val="Cm-Pozci"/>
    <w:qFormat/>
    <w:rsid w:val="000958B4"/>
    <w:pPr>
      <w:spacing w:after="0"/>
    </w:pPr>
    <w:rPr>
      <w:color w:val="FFFFFF" w:themeColor="background1"/>
      <w:spacing w:val="20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516A47"/>
    <w:pPr>
      <w:spacing w:after="120" w:line="276" w:lineRule="auto"/>
    </w:pPr>
    <w:rPr>
      <w:rFonts w:ascii="Arial" w:eastAsia="Calibri" w:hAnsi="Arial" w:cs="Arial"/>
      <w:color w:val="7F7F7F" w:themeColor="text1" w:themeTint="80"/>
      <w:sz w:val="18"/>
      <w:szCs w:val="18"/>
    </w:rPr>
  </w:style>
  <w:style w:type="paragraph" w:customStyle="1" w:styleId="Felsorols1">
    <w:name w:val="Felsorolás1"/>
    <w:basedOn w:val="Folyszveg"/>
    <w:qFormat/>
    <w:rsid w:val="004C2A33"/>
    <w:pPr>
      <w:numPr>
        <w:numId w:val="1"/>
      </w:numPr>
      <w:spacing w:after="0"/>
    </w:pPr>
  </w:style>
  <w:style w:type="paragraph" w:customStyle="1" w:styleId="H2">
    <w:name w:val="H2"/>
    <w:basedOn w:val="Cm-Pozci"/>
    <w:qFormat/>
    <w:rsid w:val="00EC5376"/>
    <w:pPr>
      <w:tabs>
        <w:tab w:val="right" w:pos="5670"/>
      </w:tabs>
      <w:spacing w:after="120"/>
      <w:jc w:val="left"/>
    </w:pPr>
    <w:rPr>
      <w:b w:val="0"/>
      <w:bCs w:val="0"/>
      <w:color w:val="000000" w:themeColor="text1"/>
      <w14:textFill>
        <w14:solidFill>
          <w14:schemeClr w14:val="tx1">
            <w14:lumMod w14:val="75000"/>
            <w14:lumOff w14:val="25000"/>
            <w14:lumMod w14:val="95000"/>
            <w14:lumOff w14:val="5000"/>
          </w14:schemeClr>
        </w14:solidFill>
      </w14:textFill>
    </w:rPr>
  </w:style>
  <w:style w:type="paragraph" w:customStyle="1" w:styleId="H3">
    <w:name w:val="H3"/>
    <w:basedOn w:val="Cm-Pozci"/>
    <w:qFormat/>
    <w:rsid w:val="00EC5376"/>
    <w:pPr>
      <w:tabs>
        <w:tab w:val="right" w:pos="5670"/>
      </w:tabs>
      <w:spacing w:after="60"/>
      <w:jc w:val="left"/>
    </w:pPr>
    <w:rPr>
      <w:caps w:val="0"/>
      <w:color w:val="00AB99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Rcsostblzat">
    <w:name w:val="Table Grid"/>
    <w:basedOn w:val="Normltblzat"/>
    <w:uiPriority w:val="39"/>
    <w:rsid w:val="00C90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72"/>
    <w:qFormat/>
    <w:rsid w:val="00E13C03"/>
    <w:pPr>
      <w:ind w:left="720"/>
      <w:contextualSpacing/>
    </w:pPr>
  </w:style>
  <w:style w:type="paragraph" w:customStyle="1" w:styleId="H1-Oldalsv">
    <w:name w:val="H1 - Oldalsáv"/>
    <w:qFormat/>
    <w:rsid w:val="00E32C43"/>
    <w:pPr>
      <w:jc w:val="center"/>
    </w:pPr>
    <w:rPr>
      <w:rFonts w:ascii="Roboto" w:eastAsia="Calibri" w:hAnsi="Roboto" w:cs="Times New Roman"/>
      <w:caps/>
      <w:noProof/>
      <w:color w:val="283F57"/>
      <w:spacing w:val="10"/>
    </w:rPr>
  </w:style>
  <w:style w:type="paragraph" w:customStyle="1" w:styleId="Idzet1">
    <w:name w:val="Idézet1"/>
    <w:qFormat/>
    <w:rsid w:val="00AB0839"/>
    <w:pPr>
      <w:spacing w:after="240"/>
    </w:pPr>
    <w:rPr>
      <w:rFonts w:ascii="Arial" w:eastAsia="Calibri" w:hAnsi="Arial" w:cs="Arial"/>
      <w:i/>
      <w:iCs/>
      <w:color w:val="595959" w:themeColor="text1" w:themeTint="A6"/>
      <w:sz w:val="18"/>
      <w:szCs w:val="18"/>
    </w:rPr>
  </w:style>
  <w:style w:type="paragraph" w:customStyle="1" w:styleId="Idzet-Szerz">
    <w:name w:val="Idézet - Szerző"/>
    <w:basedOn w:val="Folyszveg"/>
    <w:qFormat/>
    <w:rsid w:val="00AB0839"/>
    <w:pPr>
      <w:spacing w:after="840"/>
    </w:pPr>
    <w:rPr>
      <w:b/>
      <w:bCs/>
      <w:color w:val="00AB99"/>
    </w:rPr>
  </w:style>
  <w:style w:type="paragraph" w:styleId="Szvegtrzs3">
    <w:name w:val="Body Text 3"/>
    <w:basedOn w:val="Norml"/>
    <w:link w:val="Szvegtrzs3Char"/>
    <w:semiHidden/>
    <w:rsid w:val="007D21E3"/>
    <w:pPr>
      <w:suppressAutoHyphens/>
      <w:spacing w:after="0" w:line="240" w:lineRule="auto"/>
    </w:pPr>
    <w:rPr>
      <w:rFonts w:ascii="Garamond" w:eastAsia="Times New Roman" w:hAnsi="Garamond"/>
      <w:lang w:eastAsia="ar-SA"/>
    </w:rPr>
  </w:style>
  <w:style w:type="character" w:customStyle="1" w:styleId="Szvegtrzs3Char">
    <w:name w:val="Szövegtörzs 3 Char"/>
    <w:basedOn w:val="Bekezdsalapbettpusa"/>
    <w:link w:val="Szvegtrzs3"/>
    <w:semiHidden/>
    <w:rsid w:val="007D21E3"/>
    <w:rPr>
      <w:rFonts w:ascii="Garamond" w:eastAsia="Times New Roman" w:hAnsi="Garamond" w:cs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sv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sv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orvathzsombor@gmail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svg"/><Relationship Id="rId10" Type="http://schemas.openxmlformats.org/officeDocument/2006/relationships/hyperlink" Target="mailto:horvathzsombor@gmail.co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svg"/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svg"/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arpaff/Documents/work/Jobsolver/Print%20Design/Gerilla%20O&#776;ne&#769;letrajz%20Sablonok/Sablonok/1_Sablon/1_Sablon_1_hasab_fenykep_nelku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85171F-4372-D547-A62A-327CF1430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1_Sablon_1_hasab_fenykep_nelkul.dotx</Template>
  <TotalTime>0</TotalTime>
  <Pages>2</Pages>
  <Words>348</Words>
  <Characters>2407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András Baráth</cp:lastModifiedBy>
  <cp:revision>2</cp:revision>
  <cp:lastPrinted>2019-10-23T14:09:00Z</cp:lastPrinted>
  <dcterms:created xsi:type="dcterms:W3CDTF">2019-11-21T14:55:00Z</dcterms:created>
  <dcterms:modified xsi:type="dcterms:W3CDTF">2019-11-21T14:55:00Z</dcterms:modified>
</cp:coreProperties>
</file>